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040379"/>
    <w:p w:rsidR="00C36A3C" w:rsidRDefault="00C36A3C" w:rsidP="00040379"/>
    <w:p w:rsidR="00C36A3C" w:rsidRDefault="00C36A3C" w:rsidP="00040379"/>
    <w:p w:rsidR="00C36A3C" w:rsidRDefault="00C36A3C" w:rsidP="00040379"/>
    <w:p w:rsidR="00C36A3C" w:rsidRDefault="00C36A3C" w:rsidP="00040379"/>
    <w:p w:rsidR="00C36A3C" w:rsidRDefault="00C36A3C" w:rsidP="00040379"/>
    <w:p w:rsidR="00C36A3C" w:rsidRPr="00040379" w:rsidRDefault="00C36A3C" w:rsidP="0004037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60pt">
            <v:imagedata r:id="rId7" o:title=""/>
          </v:shape>
        </w:pict>
      </w: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Default="00C36A3C" w:rsidP="0095564A">
      <w:pPr>
        <w:pStyle w:val="TOC1"/>
      </w:pPr>
    </w:p>
    <w:p w:rsidR="00C36A3C" w:rsidRPr="00040379" w:rsidRDefault="00C36A3C" w:rsidP="00040379"/>
    <w:p w:rsidR="00C36A3C" w:rsidRPr="00040379" w:rsidRDefault="00C36A3C" w:rsidP="00040379"/>
    <w:p w:rsidR="00C36A3C" w:rsidRDefault="00C36A3C" w:rsidP="00040379">
      <w:pPr>
        <w:pStyle w:val="Heading1"/>
      </w:pPr>
      <w:bookmarkStart w:id="0" w:name="_Toc256359017"/>
      <w:bookmarkStart w:id="1" w:name="_Toc256359063"/>
      <w:bookmarkStart w:id="2" w:name="_Toc256446136"/>
      <w:bookmarkStart w:id="3" w:name="_Toc256446913"/>
      <w:bookmarkStart w:id="4" w:name="_Toc256448255"/>
      <w:bookmarkStart w:id="5" w:name="_Toc256452122"/>
      <w:bookmarkStart w:id="6" w:name="_Toc256453647"/>
      <w:bookmarkStart w:id="7" w:name="_Toc256612693"/>
      <w:bookmarkStart w:id="8" w:name="_Toc256790307"/>
      <w:bookmarkStart w:id="9" w:name="_Toc256791341"/>
      <w:bookmarkStart w:id="10" w:name="_Toc256800649"/>
      <w:bookmarkStart w:id="11" w:name="_Toc256800686"/>
      <w:bookmarkStart w:id="12" w:name="_Toc256858429"/>
      <w:bookmarkStart w:id="13" w:name="_Toc256865275"/>
      <w:bookmarkStart w:id="14" w:name="_Toc267748935"/>
      <w:bookmarkStart w:id="15" w:name="_Toc267749677"/>
      <w:bookmarkStart w:id="16" w:name="_Toc342676937"/>
      <w:r>
        <w:t>PHPWord Beta 0.6.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t>2</w:t>
      </w:r>
      <w:bookmarkEnd w:id="14"/>
      <w:bookmarkEnd w:id="15"/>
      <w:bookmarkEnd w:id="16"/>
    </w:p>
    <w:p w:rsidR="00C36A3C" w:rsidRDefault="00C36A3C" w:rsidP="00040379">
      <w:pPr>
        <w:pStyle w:val="Heading2"/>
      </w:pPr>
      <w:bookmarkStart w:id="17" w:name="_Toc256359018"/>
      <w:bookmarkStart w:id="18" w:name="_Toc256359064"/>
      <w:bookmarkStart w:id="19" w:name="_Toc256446137"/>
      <w:bookmarkStart w:id="20" w:name="_Toc256446914"/>
      <w:bookmarkStart w:id="21" w:name="_Toc256448256"/>
      <w:bookmarkStart w:id="22" w:name="_Toc256452123"/>
      <w:bookmarkStart w:id="23" w:name="_Toc256453648"/>
      <w:bookmarkStart w:id="24" w:name="_Toc256612694"/>
      <w:bookmarkStart w:id="25" w:name="_Toc256790308"/>
      <w:bookmarkStart w:id="26" w:name="_Toc256791342"/>
      <w:bookmarkStart w:id="27" w:name="_Toc256800650"/>
      <w:bookmarkStart w:id="28" w:name="_Toc256800687"/>
      <w:bookmarkStart w:id="29" w:name="_Toc256858430"/>
      <w:bookmarkStart w:id="30" w:name="_Toc256865276"/>
      <w:bookmarkStart w:id="31" w:name="_Toc267748936"/>
      <w:bookmarkStart w:id="32" w:name="_Toc267749678"/>
      <w:bookmarkStart w:id="33" w:name="_Toc342676938"/>
      <w:r>
        <w:t>Developers Guide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C36A3C" w:rsidRDefault="00C36A3C" w:rsidP="00040379">
      <w:pPr>
        <w:pStyle w:val="Heading1"/>
      </w:pPr>
      <w:r>
        <w:br w:type="page"/>
      </w:r>
      <w:bookmarkStart w:id="34" w:name="_Toc256790309"/>
      <w:bookmarkStart w:id="35" w:name="_Toc256800651"/>
      <w:bookmarkStart w:id="36" w:name="_Toc256800688"/>
      <w:bookmarkStart w:id="37" w:name="_Toc256858431"/>
      <w:bookmarkStart w:id="38" w:name="_Toc256865277"/>
      <w:bookmarkStart w:id="39" w:name="_Toc267748937"/>
      <w:bookmarkStart w:id="40" w:name="_Toc267749679"/>
      <w:bookmarkStart w:id="41" w:name="_Toc342676939"/>
      <w:r>
        <w:t>Table of contents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C36A3C" w:rsidRDefault="00C36A3C">
      <w:pPr>
        <w:pStyle w:val="TOC1"/>
      </w:pPr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2676937" w:history="1">
        <w:r w:rsidRPr="00AA60D2">
          <w:rPr>
            <w:rStyle w:val="Hyperlink"/>
          </w:rPr>
          <w:t>PHPWord Beta 0.6.2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_Toc342676937 \h </w:instrText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38" w:history="1">
        <w:r w:rsidRPr="00AA60D2">
          <w:rPr>
            <w:rStyle w:val="Hyperlink"/>
            <w:noProof/>
          </w:rPr>
          <w:t>Developers Guide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39" w:history="1">
        <w:r w:rsidRPr="00AA60D2">
          <w:rPr>
            <w:rStyle w:val="Hyperlink"/>
          </w:rPr>
          <w:t>Table of contents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_Toc342676939 \h </w:instrText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40" w:history="1">
        <w:r w:rsidRPr="00AA60D2">
          <w:rPr>
            <w:rStyle w:val="Hyperlink"/>
          </w:rPr>
          <w:t>What the hell are twips?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_Toc342676940 \h </w:instrText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41" w:history="1">
        <w:r w:rsidRPr="00AA60D2">
          <w:rPr>
            <w:rStyle w:val="Hyperlink"/>
          </w:rPr>
          <w:t>Set default Font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_Toc342676941 \h </w:instrText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42" w:history="1">
        <w:r w:rsidRPr="00AA60D2">
          <w:rPr>
            <w:rStyle w:val="Hyperlink"/>
          </w:rPr>
          <w:t>Set document properties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_Toc342676942 \h </w:instrText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43" w:history="1">
        <w:r w:rsidRPr="00AA60D2">
          <w:rPr>
            <w:rStyle w:val="Hyperlink"/>
          </w:rPr>
          <w:t>Sections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_Toc342676943 \h </w:instrText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44" w:history="1">
        <w:r w:rsidRPr="00AA60D2">
          <w:rPr>
            <w:rStyle w:val="Hyperlink"/>
            <w:noProof/>
          </w:rPr>
          <w:t>Add a 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45" w:history="1">
        <w:r w:rsidRPr="00AA60D2">
          <w:rPr>
            <w:rStyle w:val="Hyperlink"/>
            <w:noProof/>
          </w:rPr>
          <w:t>Style sections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46" w:history="1">
        <w:r w:rsidRPr="00AA60D2">
          <w:rPr>
            <w:rStyle w:val="Hyperlink"/>
            <w:noProof/>
          </w:rPr>
          <w:t>Available style 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47" w:history="1">
        <w:r w:rsidRPr="00AA60D2">
          <w:rPr>
            <w:rStyle w:val="Hyperlink"/>
          </w:rPr>
          <w:t>Text Elements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_Toc342676947 \h </w:instrText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48" w:history="1">
        <w:r w:rsidRPr="00AA60D2">
          <w:rPr>
            <w:rStyle w:val="Hyperlink"/>
            <w:noProof/>
            <w:lang w:val="en-GB"/>
          </w:rPr>
          <w:t>Add text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49" w:history="1">
        <w:r w:rsidRPr="00AA60D2">
          <w:rPr>
            <w:rStyle w:val="Hyperlink"/>
            <w:noProof/>
            <w:lang w:val="en-GB"/>
          </w:rPr>
          <w:t>Add textrun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0" w:history="1">
        <w:r w:rsidRPr="00AA60D2">
          <w:rPr>
            <w:rStyle w:val="Hyperlink"/>
            <w:noProof/>
          </w:rPr>
          <w:t>Style text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1" w:history="1">
        <w:r w:rsidRPr="00AA60D2">
          <w:rPr>
            <w:rStyle w:val="Hyperlink"/>
            <w:noProof/>
          </w:rPr>
          <w:t>Available style 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2" w:history="1">
        <w:r w:rsidRPr="00AA60D2">
          <w:rPr>
            <w:rStyle w:val="Hyperlink"/>
            <w:noProof/>
          </w:rPr>
          <w:t>Add text breaks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53" w:history="1">
        <w:r w:rsidRPr="00AA60D2">
          <w:rPr>
            <w:rStyle w:val="Hyperlink"/>
          </w:rPr>
          <w:t>Add page breaks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_Toc342676953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54" w:history="1">
        <w:r w:rsidRPr="00AA60D2">
          <w:rPr>
            <w:rStyle w:val="Hyperlink"/>
          </w:rPr>
          <w:t>List elements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_Toc342676954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5" w:history="1">
        <w:r w:rsidRPr="00AA60D2">
          <w:rPr>
            <w:rStyle w:val="Hyperlink"/>
            <w:noProof/>
          </w:rPr>
          <w:t>Add list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6" w:history="1">
        <w:r w:rsidRPr="00AA60D2">
          <w:rPr>
            <w:rStyle w:val="Hyperlink"/>
            <w:noProof/>
          </w:rPr>
          <w:t>Style list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7" w:history="1">
        <w:r w:rsidRPr="00AA60D2">
          <w:rPr>
            <w:rStyle w:val="Hyperlink"/>
            <w:noProof/>
          </w:rPr>
          <w:t>Available list style 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58" w:history="1">
        <w:r w:rsidRPr="00AA60D2">
          <w:rPr>
            <w:rStyle w:val="Hyperlink"/>
          </w:rPr>
          <w:t>Hyperlinks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_Toc342676958 \h </w:instrText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59" w:history="1">
        <w:r w:rsidRPr="00AA60D2">
          <w:rPr>
            <w:rStyle w:val="Hyperlink"/>
            <w:noProof/>
          </w:rPr>
          <w:t>Add Hyperlinks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0" w:history="1">
        <w:r w:rsidRPr="00AA60D2">
          <w:rPr>
            <w:rStyle w:val="Hyperlink"/>
            <w:noProof/>
          </w:rPr>
          <w:t>Style Hyperlinks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61" w:history="1">
        <w:r w:rsidRPr="00AA60D2">
          <w:rPr>
            <w:rStyle w:val="Hyperlink"/>
          </w:rPr>
          <w:t>Images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_Toc342676961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2" w:history="1">
        <w:r w:rsidRPr="00AA60D2">
          <w:rPr>
            <w:rStyle w:val="Hyperlink"/>
            <w:noProof/>
          </w:rPr>
          <w:t>Add 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3" w:history="1">
        <w:r w:rsidRPr="00AA60D2">
          <w:rPr>
            <w:rStyle w:val="Hyperlink"/>
            <w:noProof/>
          </w:rPr>
          <w:t>Style 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4" w:history="1">
        <w:r w:rsidRPr="00AA60D2">
          <w:rPr>
            <w:rStyle w:val="Hyperlink"/>
            <w:noProof/>
          </w:rPr>
          <w:t>Available style 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5" w:history="1">
        <w:r w:rsidRPr="00AA60D2">
          <w:rPr>
            <w:rStyle w:val="Hyperlink"/>
            <w:noProof/>
          </w:rPr>
          <w:t>Add memory 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66" w:history="1">
        <w:r w:rsidRPr="00AA60D2">
          <w:rPr>
            <w:rStyle w:val="Hyperlink"/>
            <w:noProof/>
          </w:rPr>
          <w:t>Add watermarks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67" w:history="1">
        <w:r w:rsidRPr="00AA60D2">
          <w:rPr>
            <w:rStyle w:val="Hyperlink"/>
          </w:rPr>
          <w:t>Add objects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_Toc342676967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68" w:history="1">
        <w:r w:rsidRPr="00AA60D2">
          <w:rPr>
            <w:rStyle w:val="Hyperlink"/>
          </w:rPr>
          <w:t>Add titles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_Toc342676968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69" w:history="1">
        <w:r w:rsidRPr="00AA60D2">
          <w:rPr>
            <w:rStyle w:val="Hyperlink"/>
          </w:rPr>
          <w:t>Add table-of-contents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_Toc342676969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70" w:history="1">
        <w:r w:rsidRPr="00AA60D2">
          <w:rPr>
            <w:rStyle w:val="Hyperlink"/>
          </w:rPr>
          <w:t>Tables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_Toc342676970 \h </w:instrText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71" w:history="1">
        <w:r w:rsidRPr="00AA60D2">
          <w:rPr>
            <w:rStyle w:val="Hyperlink"/>
            <w:noProof/>
          </w:rPr>
          <w:t>Add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3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72" w:history="1">
        <w:r w:rsidRPr="00AA60D2">
          <w:rPr>
            <w:rStyle w:val="Hyperlink"/>
            <w:noProof/>
          </w:rPr>
          <w:t>Add rows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3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73" w:history="1">
        <w:r w:rsidRPr="00AA60D2">
          <w:rPr>
            <w:rStyle w:val="Hyperlink"/>
            <w:noProof/>
          </w:rPr>
          <w:t>Add cells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74" w:history="1">
        <w:r w:rsidRPr="00AA60D2">
          <w:rPr>
            <w:rStyle w:val="Hyperlink"/>
            <w:noProof/>
          </w:rPr>
          <w:t>Style cells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2"/>
        <w:tabs>
          <w:tab w:val="right" w:leader="dot" w:pos="9062"/>
        </w:tabs>
        <w:rPr>
          <w:rFonts w:ascii="Times New Roman" w:hAnsi="Times New Roman" w:cs="Vrinda"/>
          <w:noProof/>
          <w:lang w:val="en-GB" w:eastAsia="en-GB" w:bidi="bn-BD"/>
        </w:rPr>
      </w:pPr>
      <w:hyperlink w:anchor="_Toc342676975" w:history="1">
        <w:r w:rsidRPr="00AA60D2">
          <w:rPr>
            <w:rStyle w:val="Hyperlink"/>
            <w:noProof/>
          </w:rPr>
          <w:t>Style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_Toc342676975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76" w:history="1">
        <w:r w:rsidRPr="00AA60D2">
          <w:rPr>
            <w:rStyle w:val="Hyperlink"/>
          </w:rPr>
          <w:t>Footer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_Toc342676976 \h </w:instrText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77" w:history="1">
        <w:r w:rsidRPr="00AA60D2">
          <w:rPr>
            <w:rStyle w:val="Hyperlink"/>
          </w:rPr>
          <w:t>Header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_Toc342676977 \h </w:instrText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36A3C" w:rsidRDefault="00C36A3C">
      <w:pPr>
        <w:pStyle w:val="TOC1"/>
        <w:rPr>
          <w:rFonts w:ascii="Times New Roman" w:hAnsi="Times New Roman" w:cs="Vrinda"/>
          <w:lang w:val="en-GB" w:eastAsia="en-GB" w:bidi="bn-BD"/>
        </w:rPr>
      </w:pPr>
      <w:hyperlink w:anchor="_Toc342676978" w:history="1">
        <w:r w:rsidRPr="00AA60D2">
          <w:rPr>
            <w:rStyle w:val="Hyperlink"/>
          </w:rPr>
          <w:t>Templates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_Toc342676978 \h </w:instrText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36A3C" w:rsidRDefault="00C36A3C" w:rsidP="00562FE1">
      <w:pPr>
        <w:pStyle w:val="Heading1"/>
      </w:pPr>
      <w:r>
        <w:fldChar w:fldCharType="end"/>
      </w:r>
      <w:r w:rsidRPr="00267845">
        <w:br w:type="page"/>
      </w:r>
      <w:bookmarkStart w:id="42" w:name="_Toc342676940"/>
      <w:bookmarkStart w:id="43" w:name="_Toc256790310"/>
      <w:r>
        <w:t>What the hell are twips?</w:t>
      </w:r>
      <w:bookmarkEnd w:id="42"/>
    </w:p>
    <w:p w:rsidR="00C36A3C" w:rsidRDefault="00C36A3C" w:rsidP="0087691C"/>
    <w:p w:rsidR="00C36A3C" w:rsidRDefault="00C36A3C" w:rsidP="0087691C">
      <w:r>
        <w:t>You'll often find the unit twips in this documentation. Twips are the base length unit in Open Office. Twip means "</w:t>
      </w:r>
      <w:r w:rsidRPr="0087691C">
        <w:rPr>
          <w:u w:val="single"/>
        </w:rPr>
        <w:t>TW</w:t>
      </w:r>
      <w:r w:rsidRPr="0087691C">
        <w:t xml:space="preserve">entieth of an </w:t>
      </w:r>
      <w:r w:rsidRPr="0087691C">
        <w:rPr>
          <w:u w:val="single"/>
        </w:rPr>
        <w:t>I</w:t>
      </w:r>
      <w:r w:rsidRPr="0087691C">
        <w:t xml:space="preserve">nch </w:t>
      </w:r>
      <w:r w:rsidRPr="0087691C">
        <w:rPr>
          <w:u w:val="single"/>
        </w:rPr>
        <w:t>P</w:t>
      </w:r>
      <w:r w:rsidRPr="0087691C">
        <w:t>oint</w:t>
      </w:r>
      <w:r>
        <w:t xml:space="preserve">". So 1 twip = 1/1440 inch. </w:t>
      </w:r>
    </w:p>
    <w:p w:rsidR="00C36A3C" w:rsidRDefault="00C36A3C" w:rsidP="0087691C"/>
    <w:p w:rsidR="00C36A3C" w:rsidRDefault="00C36A3C" w:rsidP="0087691C"/>
    <w:p w:rsidR="00C36A3C" w:rsidRPr="0087691C" w:rsidRDefault="00C36A3C" w:rsidP="0087691C">
      <w:pPr>
        <w:pStyle w:val="Heading1"/>
      </w:pPr>
      <w:bookmarkStart w:id="44" w:name="_Toc342676941"/>
      <w:r w:rsidRPr="0087691C">
        <w:t>Set default Font</w:t>
      </w:r>
      <w:bookmarkEnd w:id="43"/>
      <w:bookmarkEnd w:id="44"/>
    </w:p>
    <w:p w:rsidR="00C36A3C" w:rsidRDefault="00C36A3C" w:rsidP="004912DB"/>
    <w:p w:rsidR="00C36A3C" w:rsidRDefault="00C36A3C" w:rsidP="004912DB">
      <w:r>
        <w:t>By default every text appears in Arial font with font size of 10 point. You can alter the default font by using the following two functions:</w:t>
      </w:r>
    </w:p>
    <w:p w:rsidR="00C36A3C" w:rsidRDefault="00C36A3C" w:rsidP="004912DB"/>
    <w:p w:rsidR="00C36A3C" w:rsidRDefault="00C36A3C" w:rsidP="004912DB">
      <w:pPr>
        <w:pStyle w:val="PHP-Code"/>
      </w:pPr>
      <w:r>
        <w:t>$PHPWord-&gt;</w:t>
      </w:r>
      <w:r w:rsidRPr="004912DB">
        <w:t>setDefaultFontName</w:t>
      </w:r>
      <w:r>
        <w:t>('Tahoma');</w:t>
      </w:r>
    </w:p>
    <w:p w:rsidR="00C36A3C" w:rsidRDefault="00C36A3C" w:rsidP="004912DB">
      <w:pPr>
        <w:pStyle w:val="PHP-Code"/>
      </w:pPr>
      <w:r>
        <w:t>$PHPWord-&gt;setDefaultFontSize(12);</w:t>
      </w:r>
    </w:p>
    <w:p w:rsidR="00C36A3C" w:rsidRPr="004912DB" w:rsidRDefault="00C36A3C" w:rsidP="004912DB"/>
    <w:p w:rsidR="00C36A3C" w:rsidRDefault="00C36A3C" w:rsidP="00BB3502"/>
    <w:p w:rsidR="00C36A3C" w:rsidRDefault="00C36A3C" w:rsidP="00E419AC">
      <w:pPr>
        <w:pStyle w:val="Heading1"/>
      </w:pPr>
      <w:bookmarkStart w:id="45" w:name="_Toc256790311"/>
      <w:bookmarkStart w:id="46" w:name="_Toc342676942"/>
      <w:r>
        <w:t>Set document properties</w:t>
      </w:r>
      <w:bookmarkEnd w:id="45"/>
      <w:bookmarkEnd w:id="46"/>
    </w:p>
    <w:p w:rsidR="00C36A3C" w:rsidRDefault="00C36A3C" w:rsidP="00BB3502"/>
    <w:p w:rsidR="00C36A3C" w:rsidRDefault="00C36A3C" w:rsidP="00BB3502">
      <w:r>
        <w:t>You can set the following document properties:</w:t>
      </w:r>
    </w:p>
    <w:p w:rsidR="00C36A3C" w:rsidRDefault="00C36A3C" w:rsidP="00BB350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3"/>
        <w:gridCol w:w="1943"/>
      </w:tblGrid>
      <w:tr w:rsidR="00C36A3C">
        <w:trPr>
          <w:jc w:val="center"/>
        </w:trPr>
        <w:tc>
          <w:tcPr>
            <w:tcW w:w="1943" w:type="dxa"/>
            <w:shd w:val="clear" w:color="auto" w:fill="FFCC99"/>
          </w:tcPr>
          <w:p w:rsidR="00C36A3C" w:rsidRDefault="00C36A3C" w:rsidP="00FE4B45">
            <w:r>
              <w:t>Name</w:t>
            </w:r>
          </w:p>
        </w:tc>
        <w:tc>
          <w:tcPr>
            <w:tcW w:w="1943" w:type="dxa"/>
            <w:shd w:val="clear" w:color="auto" w:fill="FFCC99"/>
          </w:tcPr>
          <w:p w:rsidR="00C36A3C" w:rsidRDefault="00C36A3C" w:rsidP="00FE4B45">
            <w:r>
              <w:t>Type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 w:rsidRPr="00E419AC">
              <w:t>Creator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Company</w:t>
            </w:r>
          </w:p>
        </w:tc>
        <w:tc>
          <w:tcPr>
            <w:tcW w:w="1943" w:type="dxa"/>
          </w:tcPr>
          <w:p w:rsidR="00C36A3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 w:rsidRPr="00E419AC">
              <w:t>Title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 w:rsidRPr="00E419AC">
              <w:t>Description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 w:rsidRPr="00E419AC">
              <w:t>Category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L</w:t>
            </w:r>
            <w:r w:rsidRPr="00E419AC">
              <w:t>ast</w:t>
            </w:r>
            <w:r>
              <w:t xml:space="preserve"> m</w:t>
            </w:r>
            <w:r w:rsidRPr="00E419AC">
              <w:t>odified</w:t>
            </w:r>
            <w:r>
              <w:t xml:space="preserve"> b</w:t>
            </w:r>
            <w:r w:rsidRPr="00E419AC">
              <w:t>y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C</w:t>
            </w:r>
            <w:r w:rsidRPr="00E419AC">
              <w:t>reated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Datetime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M</w:t>
            </w:r>
            <w:r w:rsidRPr="00E419AC">
              <w:t>odified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Datetime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S</w:t>
            </w:r>
            <w:r w:rsidRPr="00E419AC">
              <w:t>ubject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  <w:tr w:rsidR="00C36A3C">
        <w:trPr>
          <w:jc w:val="center"/>
        </w:trPr>
        <w:tc>
          <w:tcPr>
            <w:tcW w:w="1943" w:type="dxa"/>
          </w:tcPr>
          <w:p w:rsidR="00C36A3C" w:rsidRPr="00E419AC" w:rsidRDefault="00C36A3C" w:rsidP="00FE4B45">
            <w:r>
              <w:t>K</w:t>
            </w:r>
            <w:r w:rsidRPr="00E419AC">
              <w:t>eywords</w:t>
            </w:r>
          </w:p>
        </w:tc>
        <w:tc>
          <w:tcPr>
            <w:tcW w:w="1943" w:type="dxa"/>
          </w:tcPr>
          <w:p w:rsidR="00C36A3C" w:rsidRPr="00E419AC" w:rsidRDefault="00C36A3C" w:rsidP="00FE4B45">
            <w:r>
              <w:t>String</w:t>
            </w:r>
          </w:p>
        </w:tc>
      </w:tr>
    </w:tbl>
    <w:p w:rsidR="00C36A3C" w:rsidRDefault="00C36A3C" w:rsidP="00BB3502"/>
    <w:p w:rsidR="00C36A3C" w:rsidRDefault="00C36A3C" w:rsidP="00BB3502">
      <w:r>
        <w:t>To set these properties use the following code:</w:t>
      </w:r>
    </w:p>
    <w:p w:rsidR="00C36A3C" w:rsidRDefault="00C36A3C" w:rsidP="00BB3502"/>
    <w:p w:rsidR="00C36A3C" w:rsidRDefault="00C36A3C" w:rsidP="001F7A06">
      <w:pPr>
        <w:pStyle w:val="PHP-Code"/>
      </w:pPr>
      <w:r>
        <w:t>$properties = $PHPWord-&gt;getProperties();</w:t>
      </w:r>
    </w:p>
    <w:p w:rsidR="00C36A3C" w:rsidRDefault="00C36A3C" w:rsidP="001F7A06">
      <w:pPr>
        <w:pStyle w:val="PHP-Code"/>
      </w:pPr>
      <w:r>
        <w:t>$properties-&gt;setCreator('My name');</w:t>
      </w:r>
      <w:r w:rsidRPr="001F7A06">
        <w:t xml:space="preserve"> </w:t>
      </w:r>
    </w:p>
    <w:p w:rsidR="00C36A3C" w:rsidRDefault="00C36A3C" w:rsidP="001F7A06">
      <w:pPr>
        <w:pStyle w:val="PHP-Code"/>
      </w:pPr>
      <w:r>
        <w:t>$properties-&gt;setCompany('My factory');</w:t>
      </w:r>
    </w:p>
    <w:p w:rsidR="00C36A3C" w:rsidRDefault="00C36A3C" w:rsidP="001F7A06">
      <w:pPr>
        <w:pStyle w:val="PHP-Code"/>
      </w:pPr>
      <w:r>
        <w:t>$properties-&gt;setTitle('My title');</w:t>
      </w:r>
    </w:p>
    <w:p w:rsidR="00C36A3C" w:rsidRDefault="00C36A3C" w:rsidP="001F7A06">
      <w:pPr>
        <w:pStyle w:val="PHP-Code"/>
      </w:pPr>
      <w:r>
        <w:t>$properties-&gt;setDescription('My description');</w:t>
      </w:r>
      <w:r w:rsidRPr="001F7A06">
        <w:t xml:space="preserve"> </w:t>
      </w:r>
    </w:p>
    <w:p w:rsidR="00C36A3C" w:rsidRDefault="00C36A3C" w:rsidP="001F7A06">
      <w:pPr>
        <w:pStyle w:val="PHP-Code"/>
      </w:pPr>
      <w:r>
        <w:t>$properties-&gt;setCategory('My category');</w:t>
      </w:r>
    </w:p>
    <w:p w:rsidR="00C36A3C" w:rsidRDefault="00C36A3C" w:rsidP="001F7A06">
      <w:pPr>
        <w:pStyle w:val="PHP-Code"/>
      </w:pPr>
      <w:r>
        <w:t>$properties-&gt;setLastModifiedBy('My name');</w:t>
      </w:r>
    </w:p>
    <w:p w:rsidR="00C36A3C" w:rsidRDefault="00C36A3C" w:rsidP="001F7A06">
      <w:pPr>
        <w:pStyle w:val="PHP-Code"/>
      </w:pPr>
      <w:r>
        <w:t>$properties-&gt;setCreated( mktime(0, 0, 0, 3, 12, 2010) );</w:t>
      </w:r>
    </w:p>
    <w:p w:rsidR="00C36A3C" w:rsidRDefault="00C36A3C" w:rsidP="001F7A06">
      <w:pPr>
        <w:pStyle w:val="PHP-Code"/>
      </w:pPr>
      <w:r>
        <w:t>$properties-&gt;setModified( mktime(0, 0, 0, 3, 14, 2010) );</w:t>
      </w:r>
    </w:p>
    <w:p w:rsidR="00C36A3C" w:rsidRDefault="00C36A3C" w:rsidP="001F7A06">
      <w:pPr>
        <w:pStyle w:val="PHP-Code"/>
      </w:pPr>
      <w:r>
        <w:t>$properties-&gt;setSubject('My subject');</w:t>
      </w:r>
      <w:r w:rsidRPr="001F7A06">
        <w:t xml:space="preserve"> </w:t>
      </w:r>
    </w:p>
    <w:p w:rsidR="00C36A3C" w:rsidRDefault="00C36A3C" w:rsidP="001F7A06">
      <w:pPr>
        <w:pStyle w:val="PHP-Code"/>
      </w:pPr>
      <w:r>
        <w:t>$properties-&gt;setKeywords('my, key, word');</w:t>
      </w:r>
    </w:p>
    <w:p w:rsidR="00C36A3C" w:rsidRDefault="00C36A3C" w:rsidP="00BB3502"/>
    <w:p w:rsidR="00C36A3C" w:rsidRPr="00BB3502" w:rsidRDefault="00C36A3C" w:rsidP="00BB3502"/>
    <w:p w:rsidR="00C36A3C" w:rsidRDefault="00C36A3C" w:rsidP="009B485E">
      <w:pPr>
        <w:pStyle w:val="Heading1"/>
      </w:pPr>
      <w:bookmarkStart w:id="47" w:name="_Toc256790312"/>
      <w:bookmarkStart w:id="48" w:name="_Toc342676943"/>
      <w:r>
        <w:t>Sections</w:t>
      </w:r>
      <w:bookmarkEnd w:id="47"/>
      <w:bookmarkEnd w:id="48"/>
    </w:p>
    <w:p w:rsidR="00C36A3C" w:rsidRDefault="00C36A3C" w:rsidP="00546FFB"/>
    <w:p w:rsidR="00C36A3C" w:rsidRDefault="00C36A3C" w:rsidP="00546FFB">
      <w:pPr>
        <w:pStyle w:val="Heading2"/>
      </w:pPr>
      <w:bookmarkStart w:id="49" w:name="_Toc256790313"/>
      <w:bookmarkStart w:id="50" w:name="_Toc342676944"/>
      <w:r>
        <w:t>Add a section</w:t>
      </w:r>
      <w:bookmarkEnd w:id="49"/>
      <w:bookmarkEnd w:id="50"/>
    </w:p>
    <w:p w:rsidR="00C36A3C" w:rsidRDefault="00C36A3C" w:rsidP="00546FFB"/>
    <w:p w:rsidR="00C36A3C" w:rsidRDefault="00C36A3C" w:rsidP="00546FFB">
      <w:r>
        <w:t>Every visible element in word is placed inside of a section. To create a default section use the following code:</w:t>
      </w:r>
    </w:p>
    <w:p w:rsidR="00C36A3C" w:rsidRDefault="00C36A3C" w:rsidP="00546FFB"/>
    <w:p w:rsidR="00C36A3C" w:rsidRDefault="00C36A3C" w:rsidP="005826E0">
      <w:pPr>
        <w:pStyle w:val="PHP-Code"/>
      </w:pPr>
      <w:r w:rsidRPr="005826E0">
        <w:t>$sec</w:t>
      </w:r>
      <w:r>
        <w:t>tion = $PHPWord-&gt;createSection(</w:t>
      </w:r>
      <w:r w:rsidRPr="005826E0">
        <w:t>);</w:t>
      </w:r>
    </w:p>
    <w:p w:rsidR="00C36A3C" w:rsidRDefault="00C36A3C" w:rsidP="00546FFB"/>
    <w:p w:rsidR="00C36A3C" w:rsidRDefault="00C36A3C" w:rsidP="00546FFB">
      <w:r>
        <w:t>The code above creates a default section (portrait oriented) with default margins.</w:t>
      </w:r>
    </w:p>
    <w:p w:rsidR="00C36A3C" w:rsidRDefault="00C36A3C" w:rsidP="00546FFB"/>
    <w:p w:rsidR="00C36A3C" w:rsidRDefault="00C36A3C" w:rsidP="00024E7C">
      <w:pPr>
        <w:pStyle w:val="Heading2"/>
      </w:pPr>
      <w:bookmarkStart w:id="51" w:name="_Toc256790314"/>
      <w:bookmarkStart w:id="52" w:name="_Toc342676945"/>
      <w:r>
        <w:t>Style sections</w:t>
      </w:r>
      <w:bookmarkEnd w:id="51"/>
      <w:bookmarkEnd w:id="52"/>
    </w:p>
    <w:p w:rsidR="00C36A3C" w:rsidRDefault="00C36A3C" w:rsidP="00546FFB"/>
    <w:p w:rsidR="00C36A3C" w:rsidRDefault="00C36A3C" w:rsidP="00546FFB">
      <w:r>
        <w:t>There are two ways to style your sections:</w:t>
      </w:r>
    </w:p>
    <w:p w:rsidR="00C36A3C" w:rsidRDefault="00C36A3C" w:rsidP="00546FFB"/>
    <w:p w:rsidR="00C36A3C" w:rsidRDefault="00C36A3C" w:rsidP="00546FFB">
      <w:r>
        <w:t>Style with given array:</w:t>
      </w:r>
    </w:p>
    <w:p w:rsidR="00C36A3C" w:rsidRDefault="00C36A3C" w:rsidP="00546FFB"/>
    <w:p w:rsidR="00C36A3C" w:rsidRDefault="00C36A3C" w:rsidP="005C1F30">
      <w:pPr>
        <w:pStyle w:val="PHP-Code"/>
      </w:pPr>
      <w:r>
        <w:t>$sectionStyle = array('orientation' =&gt; null,</w:t>
      </w:r>
    </w:p>
    <w:p w:rsidR="00C36A3C" w:rsidRDefault="00C36A3C" w:rsidP="005C1F30">
      <w:pPr>
        <w:pStyle w:val="PHP-Code"/>
      </w:pPr>
      <w:r>
        <w:tab/>
      </w:r>
      <w:r>
        <w:tab/>
      </w:r>
      <w:r>
        <w:tab/>
        <w:t xml:space="preserve">    'marginLeft' =&gt; 900,</w:t>
      </w:r>
    </w:p>
    <w:p w:rsidR="00C36A3C" w:rsidRDefault="00C36A3C" w:rsidP="005C1F30">
      <w:pPr>
        <w:pStyle w:val="PHP-Code"/>
      </w:pPr>
      <w:r>
        <w:tab/>
      </w:r>
      <w:r>
        <w:tab/>
      </w:r>
      <w:r>
        <w:tab/>
        <w:t xml:space="preserve">    'marginRight' =&gt; 900,</w:t>
      </w:r>
    </w:p>
    <w:p w:rsidR="00C36A3C" w:rsidRDefault="00C36A3C" w:rsidP="005C1F30">
      <w:pPr>
        <w:pStyle w:val="PHP-Code"/>
      </w:pPr>
      <w:r>
        <w:tab/>
      </w:r>
      <w:r>
        <w:tab/>
      </w:r>
      <w:r>
        <w:tab/>
        <w:t xml:space="preserve">    'marginTop' =&gt; 900,</w:t>
      </w:r>
    </w:p>
    <w:p w:rsidR="00C36A3C" w:rsidRDefault="00C36A3C" w:rsidP="005C1F30">
      <w:pPr>
        <w:pStyle w:val="PHP-Code"/>
      </w:pPr>
      <w:r>
        <w:tab/>
      </w:r>
      <w:r>
        <w:tab/>
      </w:r>
      <w:r>
        <w:tab/>
        <w:t xml:space="preserve">    'marginBottom' =&gt; 900);</w:t>
      </w:r>
    </w:p>
    <w:p w:rsidR="00C36A3C" w:rsidRDefault="00C36A3C" w:rsidP="005C1F30">
      <w:pPr>
        <w:pStyle w:val="PHP-Code"/>
      </w:pPr>
      <w:r w:rsidRPr="005826E0">
        <w:t>$sec</w:t>
      </w:r>
      <w:r>
        <w:t>tion = $PHPWord-&gt;createSection(sectionStyle</w:t>
      </w:r>
      <w:r w:rsidRPr="005826E0">
        <w:t>);</w:t>
      </w:r>
    </w:p>
    <w:p w:rsidR="00C36A3C" w:rsidRDefault="00C36A3C" w:rsidP="00546FFB"/>
    <w:p w:rsidR="00C36A3C" w:rsidRDefault="00C36A3C" w:rsidP="00546FFB">
      <w:r>
        <w:t>Style after creating the section:</w:t>
      </w:r>
    </w:p>
    <w:p w:rsidR="00C36A3C" w:rsidRDefault="00C36A3C" w:rsidP="00546FFB"/>
    <w:p w:rsidR="00C36A3C" w:rsidRDefault="00C36A3C" w:rsidP="005C1F30">
      <w:pPr>
        <w:pStyle w:val="PHP-Code"/>
      </w:pPr>
      <w:r w:rsidRPr="005826E0">
        <w:t>$sec</w:t>
      </w:r>
      <w:r>
        <w:t>tion = $PHPWord-&gt;createSection(</w:t>
      </w:r>
      <w:r w:rsidRPr="005826E0">
        <w:t>);</w:t>
      </w:r>
    </w:p>
    <w:p w:rsidR="00C36A3C" w:rsidRDefault="00C36A3C" w:rsidP="005C1F30">
      <w:pPr>
        <w:pStyle w:val="PHP-Code"/>
      </w:pPr>
      <w:r>
        <w:t>$sectionStyle = $section-&gt;getSettings();</w:t>
      </w:r>
    </w:p>
    <w:p w:rsidR="00C36A3C" w:rsidRDefault="00C36A3C" w:rsidP="005C1F30">
      <w:pPr>
        <w:pStyle w:val="PHP-Code"/>
      </w:pPr>
      <w:r>
        <w:t>$sectionStyle-&gt;setLandscape();</w:t>
      </w:r>
    </w:p>
    <w:p w:rsidR="00C36A3C" w:rsidRDefault="00C36A3C" w:rsidP="005C1F30">
      <w:pPr>
        <w:pStyle w:val="PHP-Code"/>
      </w:pPr>
      <w:r>
        <w:t>$sectionStyle-&gt;setPortrait();</w:t>
      </w:r>
    </w:p>
    <w:p w:rsidR="00C36A3C" w:rsidRDefault="00C36A3C" w:rsidP="005C1F30">
      <w:pPr>
        <w:pStyle w:val="PHP-Code"/>
      </w:pPr>
      <w:r>
        <w:t>$sectionStyle-&gt;setMarginLeft(900);</w:t>
      </w:r>
    </w:p>
    <w:p w:rsidR="00C36A3C" w:rsidRDefault="00C36A3C" w:rsidP="005C1F30">
      <w:pPr>
        <w:pStyle w:val="PHP-Code"/>
      </w:pPr>
      <w:r>
        <w:t>$sectionStyle-&gt;setMarginRight(900);</w:t>
      </w:r>
    </w:p>
    <w:p w:rsidR="00C36A3C" w:rsidRDefault="00C36A3C" w:rsidP="005C1F30">
      <w:pPr>
        <w:pStyle w:val="PHP-Code"/>
      </w:pPr>
      <w:r>
        <w:t>$sectionStyle-&gt;setMarginTop(900);</w:t>
      </w:r>
    </w:p>
    <w:p w:rsidR="00C36A3C" w:rsidRDefault="00C36A3C" w:rsidP="005C1F30">
      <w:pPr>
        <w:pStyle w:val="PHP-Code"/>
      </w:pPr>
      <w:r>
        <w:t>$sectionStyle-&gt;setMarginBottom(900);</w:t>
      </w:r>
    </w:p>
    <w:p w:rsidR="00C36A3C" w:rsidRDefault="00C36A3C" w:rsidP="00546FFB"/>
    <w:p w:rsidR="00C36A3C" w:rsidRDefault="00C36A3C" w:rsidP="00546FFB"/>
    <w:p w:rsidR="00C36A3C" w:rsidRPr="00546FFB" w:rsidRDefault="00C36A3C" w:rsidP="00024E7C">
      <w:pPr>
        <w:pStyle w:val="Heading2"/>
      </w:pPr>
      <w:bookmarkStart w:id="53" w:name="_Toc256790315"/>
      <w:bookmarkStart w:id="54" w:name="_Toc342676946"/>
      <w:r>
        <w:t>Available style properties</w:t>
      </w:r>
      <w:bookmarkEnd w:id="53"/>
      <w:bookmarkEnd w:id="54"/>
    </w:p>
    <w:p w:rsidR="00C36A3C" w:rsidRDefault="00C36A3C" w:rsidP="00546FFB"/>
    <w:p w:rsidR="00C36A3C" w:rsidRPr="00B33E3F" w:rsidRDefault="00C36A3C" w:rsidP="00546FFB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546FF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5760"/>
      </w:tblGrid>
      <w:tr w:rsidR="00C36A3C">
        <w:trPr>
          <w:jc w:val="center"/>
        </w:trPr>
        <w:tc>
          <w:tcPr>
            <w:tcW w:w="2448" w:type="dxa"/>
            <w:shd w:val="clear" w:color="auto" w:fill="FFCC99"/>
          </w:tcPr>
          <w:p w:rsidR="00C36A3C" w:rsidRDefault="00C36A3C" w:rsidP="00576B99">
            <w:r>
              <w:t>Name</w:t>
            </w:r>
          </w:p>
        </w:tc>
        <w:tc>
          <w:tcPr>
            <w:tcW w:w="5760" w:type="dxa"/>
            <w:shd w:val="clear" w:color="auto" w:fill="FFCC99"/>
          </w:tcPr>
          <w:p w:rsidR="00C36A3C" w:rsidRDefault="00C36A3C" w:rsidP="00576B99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Default="00C36A3C" w:rsidP="00576B99">
            <w:r>
              <w:t>orientation</w:t>
            </w:r>
          </w:p>
        </w:tc>
        <w:tc>
          <w:tcPr>
            <w:tcW w:w="5760" w:type="dxa"/>
          </w:tcPr>
          <w:p w:rsidR="00C36A3C" w:rsidRDefault="00C36A3C" w:rsidP="00576B99">
            <w:r>
              <w:t>Page orientation. Possible values are:</w:t>
            </w:r>
          </w:p>
          <w:p w:rsidR="00C36A3C" w:rsidRDefault="00C36A3C" w:rsidP="00C46FFB">
            <w:pPr>
              <w:numPr>
                <w:ilvl w:val="0"/>
                <w:numId w:val="3"/>
              </w:numPr>
            </w:pPr>
            <w:r>
              <w:t>null    (means portrait orientation)</w:t>
            </w:r>
          </w:p>
          <w:p w:rsidR="00C36A3C" w:rsidRDefault="00C36A3C" w:rsidP="00C46FFB">
            <w:pPr>
              <w:numPr>
                <w:ilvl w:val="0"/>
                <w:numId w:val="3"/>
              </w:numPr>
            </w:pPr>
            <w:r>
              <w:t>landscape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Default="00C36A3C" w:rsidP="00576B99">
            <w:r>
              <w:t>marginTop</w:t>
            </w:r>
          </w:p>
        </w:tc>
        <w:tc>
          <w:tcPr>
            <w:tcW w:w="5760" w:type="dxa"/>
          </w:tcPr>
          <w:p w:rsidR="00C36A3C" w:rsidRDefault="00C36A3C" w:rsidP="00576B99">
            <w:r>
              <w:t>Page margin top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Default="00C36A3C" w:rsidP="00576B99">
            <w:r>
              <w:t>marginLeft</w:t>
            </w:r>
          </w:p>
        </w:tc>
        <w:tc>
          <w:tcPr>
            <w:tcW w:w="5760" w:type="dxa"/>
          </w:tcPr>
          <w:p w:rsidR="00C36A3C" w:rsidRDefault="00C36A3C" w:rsidP="00576B99">
            <w:r>
              <w:t>Page margin left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Default="00C36A3C" w:rsidP="00576B99">
            <w:r>
              <w:t>marginRight</w:t>
            </w:r>
          </w:p>
        </w:tc>
        <w:tc>
          <w:tcPr>
            <w:tcW w:w="5760" w:type="dxa"/>
          </w:tcPr>
          <w:p w:rsidR="00C36A3C" w:rsidRDefault="00C36A3C" w:rsidP="00576B99">
            <w:r>
              <w:t>Page margin right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Default="00C36A3C" w:rsidP="00576B99">
            <w:r>
              <w:t>marginBottom</w:t>
            </w:r>
          </w:p>
        </w:tc>
        <w:tc>
          <w:tcPr>
            <w:tcW w:w="5760" w:type="dxa"/>
          </w:tcPr>
          <w:p w:rsidR="00C36A3C" w:rsidRDefault="00C36A3C" w:rsidP="00576B99">
            <w:r>
              <w:t>Page margin bottom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borderTopSize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top size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borderTopColor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top color in HEX.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borderLeftSize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left size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borderLeftColor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left color in HEX.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borderRightSize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right size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borderRightColor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right color in HEX.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borderBottomSize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bottom size in twips.</w:t>
            </w:r>
          </w:p>
        </w:tc>
      </w:tr>
      <w:tr w:rsidR="00C36A3C">
        <w:trPr>
          <w:jc w:val="center"/>
        </w:trPr>
        <w:tc>
          <w:tcPr>
            <w:tcW w:w="2448" w:type="dxa"/>
          </w:tcPr>
          <w:p w:rsidR="00C36A3C" w:rsidRPr="008E3476" w:rsidRDefault="00C36A3C" w:rsidP="00F77A35">
            <w:r w:rsidRPr="008E3476">
              <w:t>borderBottomColor</w:t>
            </w:r>
          </w:p>
        </w:tc>
        <w:tc>
          <w:tcPr>
            <w:tcW w:w="5760" w:type="dxa"/>
          </w:tcPr>
          <w:p w:rsidR="00C36A3C" w:rsidRDefault="00C36A3C" w:rsidP="00F77A35">
            <w:r>
              <w:t>Border bottom color in HEX.</w:t>
            </w:r>
          </w:p>
        </w:tc>
      </w:tr>
    </w:tbl>
    <w:p w:rsidR="00C36A3C" w:rsidRDefault="00C36A3C" w:rsidP="00B33E3F"/>
    <w:p w:rsidR="00C36A3C" w:rsidRDefault="00C36A3C" w:rsidP="00B33E3F">
      <w:r>
        <w:t>The following two properties are automatically set by the use of the orientation property. You can alter them but that's not recommended!</w:t>
      </w:r>
    </w:p>
    <w:p w:rsidR="00C36A3C" w:rsidRDefault="00C36A3C" w:rsidP="00B33E3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6480"/>
      </w:tblGrid>
      <w:tr w:rsidR="00C36A3C">
        <w:trPr>
          <w:jc w:val="center"/>
        </w:trPr>
        <w:tc>
          <w:tcPr>
            <w:tcW w:w="1728" w:type="dxa"/>
            <w:shd w:val="clear" w:color="auto" w:fill="FFCC99"/>
          </w:tcPr>
          <w:p w:rsidR="00C36A3C" w:rsidRDefault="00C36A3C" w:rsidP="00576B99">
            <w:r>
              <w:t>Name</w:t>
            </w:r>
          </w:p>
        </w:tc>
        <w:tc>
          <w:tcPr>
            <w:tcW w:w="6480" w:type="dxa"/>
            <w:shd w:val="clear" w:color="auto" w:fill="FFCC99"/>
          </w:tcPr>
          <w:p w:rsidR="00C36A3C" w:rsidRDefault="00C36A3C" w:rsidP="00576B99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728" w:type="dxa"/>
          </w:tcPr>
          <w:p w:rsidR="00C36A3C" w:rsidRDefault="00C36A3C" w:rsidP="00576B99">
            <w:r>
              <w:t>pageSizeW</w:t>
            </w:r>
          </w:p>
        </w:tc>
        <w:tc>
          <w:tcPr>
            <w:tcW w:w="6480" w:type="dxa"/>
          </w:tcPr>
          <w:p w:rsidR="00C36A3C" w:rsidRDefault="00C36A3C" w:rsidP="00576B99">
            <w:r>
              <w:t>Page width in twips.</w:t>
            </w:r>
          </w:p>
        </w:tc>
      </w:tr>
      <w:tr w:rsidR="00C36A3C">
        <w:trPr>
          <w:jc w:val="center"/>
        </w:trPr>
        <w:tc>
          <w:tcPr>
            <w:tcW w:w="1728" w:type="dxa"/>
          </w:tcPr>
          <w:p w:rsidR="00C36A3C" w:rsidRDefault="00C36A3C" w:rsidP="00576B99">
            <w:r>
              <w:t>pageSizeH</w:t>
            </w:r>
          </w:p>
        </w:tc>
        <w:tc>
          <w:tcPr>
            <w:tcW w:w="6480" w:type="dxa"/>
          </w:tcPr>
          <w:p w:rsidR="00C36A3C" w:rsidRDefault="00C36A3C" w:rsidP="00576B99">
            <w:r>
              <w:t>Page height in twips.</w:t>
            </w:r>
          </w:p>
        </w:tc>
      </w:tr>
    </w:tbl>
    <w:p w:rsidR="00C36A3C" w:rsidRDefault="00C36A3C" w:rsidP="00546FFB"/>
    <w:p w:rsidR="00C36A3C" w:rsidRPr="00546FFB" w:rsidRDefault="00C36A3C" w:rsidP="00546FFB"/>
    <w:p w:rsidR="00C36A3C" w:rsidRDefault="00C36A3C" w:rsidP="009B485E">
      <w:pPr>
        <w:pStyle w:val="Heading1"/>
      </w:pPr>
      <w:bookmarkStart w:id="55" w:name="_Toc256790316"/>
      <w:bookmarkStart w:id="56" w:name="_Toc342676947"/>
      <w:r>
        <w:t>Text Elements</w:t>
      </w:r>
      <w:bookmarkEnd w:id="55"/>
      <w:bookmarkEnd w:id="56"/>
    </w:p>
    <w:p w:rsidR="00C36A3C" w:rsidRDefault="00C36A3C" w:rsidP="009B485E"/>
    <w:p w:rsidR="00C36A3C" w:rsidRPr="009B485E" w:rsidRDefault="00C36A3C" w:rsidP="009B485E">
      <w:pPr>
        <w:pStyle w:val="Heading2"/>
        <w:rPr>
          <w:lang w:val="en-GB"/>
        </w:rPr>
      </w:pPr>
      <w:bookmarkStart w:id="57" w:name="_Toc256790317"/>
      <w:bookmarkStart w:id="58" w:name="_Toc342676948"/>
      <w:r w:rsidRPr="009B485E">
        <w:rPr>
          <w:lang w:val="en-GB"/>
        </w:rPr>
        <w:t>Add text elements</w:t>
      </w:r>
      <w:bookmarkEnd w:id="57"/>
      <w:bookmarkEnd w:id="58"/>
    </w:p>
    <w:p w:rsidR="00C36A3C" w:rsidRPr="009B485E" w:rsidRDefault="00C36A3C">
      <w:pPr>
        <w:rPr>
          <w:lang w:val="en-GB"/>
        </w:rPr>
      </w:pPr>
    </w:p>
    <w:p w:rsidR="00C36A3C" w:rsidRDefault="00C36A3C">
      <w:r>
        <w:t>To add text elements to your word document use the function addText.</w:t>
      </w:r>
    </w:p>
    <w:p w:rsidR="00C36A3C" w:rsidRDefault="00C36A3C"/>
    <w:p w:rsidR="00C36A3C" w:rsidRDefault="00C36A3C" w:rsidP="009B485E">
      <w:pPr>
        <w:pStyle w:val="PHP-Code"/>
      </w:pPr>
      <w:r>
        <w:t>$section-&gt;addText( $text, [$fontStyle], [$paragraphStyle] );</w:t>
      </w:r>
    </w:p>
    <w:p w:rsidR="00C36A3C" w:rsidRDefault="00C36A3C" w:rsidP="00A47EB4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 w:rsidRPr="00CF1CEE">
              <w:rPr>
                <w:color w:val="FFFFFF"/>
              </w:rPr>
              <w:t>add</w:t>
            </w:r>
            <w:r>
              <w:rPr>
                <w:color w:val="FFFFFF"/>
              </w:rPr>
              <w:t>Text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710FBE">
            <w:r w:rsidRPr="00CF1CEE">
              <w:t>$text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Text that appears in the document.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710FBE">
            <w:r>
              <w:t>$fontStyle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Font style of the text.</w:t>
            </w:r>
          </w:p>
        </w:tc>
      </w:tr>
      <w:tr w:rsidR="00C36A3C">
        <w:tc>
          <w:tcPr>
            <w:tcW w:w="2034" w:type="dxa"/>
          </w:tcPr>
          <w:p w:rsidR="00C36A3C" w:rsidRDefault="00C36A3C" w:rsidP="00710FBE">
            <w:r>
              <w:t>$paragraphStyle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Paragraph style of the text.</w:t>
            </w:r>
          </w:p>
        </w:tc>
      </w:tr>
    </w:tbl>
    <w:p w:rsidR="00C36A3C" w:rsidRDefault="00C36A3C" w:rsidP="00A47EB4"/>
    <w:p w:rsidR="00C36A3C" w:rsidRPr="009B485E" w:rsidRDefault="00C36A3C" w:rsidP="008911C7">
      <w:pPr>
        <w:pStyle w:val="Heading2"/>
        <w:rPr>
          <w:lang w:val="en-GB"/>
        </w:rPr>
      </w:pPr>
      <w:bookmarkStart w:id="59" w:name="_Toc342676949"/>
      <w:r w:rsidRPr="009B485E">
        <w:rPr>
          <w:lang w:val="en-GB"/>
        </w:rPr>
        <w:t>Add text</w:t>
      </w:r>
      <w:r>
        <w:rPr>
          <w:lang w:val="en-GB"/>
        </w:rPr>
        <w:t>run</w:t>
      </w:r>
      <w:r w:rsidRPr="009B485E">
        <w:rPr>
          <w:lang w:val="en-GB"/>
        </w:rPr>
        <w:t xml:space="preserve"> elements</w:t>
      </w:r>
      <w:bookmarkEnd w:id="59"/>
    </w:p>
    <w:p w:rsidR="00C36A3C" w:rsidRDefault="00C36A3C" w:rsidP="00A47EB4"/>
    <w:p w:rsidR="00C36A3C" w:rsidRDefault="00C36A3C" w:rsidP="00A47EB4">
      <w:r>
        <w:t xml:space="preserve">A textrun element </w:t>
      </w:r>
      <w:r w:rsidRPr="008911C7">
        <w:t xml:space="preserve">can contain text </w:t>
      </w:r>
      <w:r>
        <w:t>or</w:t>
      </w:r>
      <w:r w:rsidRPr="008911C7">
        <w:t xml:space="preserve"> link elements</w:t>
      </w:r>
      <w:r>
        <w:t xml:space="preserve">. </w:t>
      </w:r>
      <w:r w:rsidRPr="008911C7">
        <w:t>A</w:t>
      </w:r>
      <w:r>
        <w:t xml:space="preserve">ll elements are placed inside one </w:t>
      </w:r>
      <w:r w:rsidRPr="008911C7">
        <w:t>paragr</w:t>
      </w:r>
      <w:r>
        <w:t>aph with the optionally given paragraph s</w:t>
      </w:r>
      <w:r w:rsidRPr="008911C7">
        <w:t>tyle.</w:t>
      </w:r>
      <w:r>
        <w:t xml:space="preserve"> To add a textrun use the function createTextrun.</w:t>
      </w:r>
    </w:p>
    <w:p w:rsidR="00C36A3C" w:rsidRDefault="00C36A3C" w:rsidP="00A47EB4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61304A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createTextRun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61304A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61304A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61304A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Default="00C36A3C" w:rsidP="0061304A">
            <w:r>
              <w:t>$paragraphStyle</w:t>
            </w:r>
          </w:p>
        </w:tc>
        <w:tc>
          <w:tcPr>
            <w:tcW w:w="1572" w:type="dxa"/>
          </w:tcPr>
          <w:p w:rsidR="00C36A3C" w:rsidRDefault="00C36A3C" w:rsidP="0061304A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61304A">
            <w:r>
              <w:t>Paragraph style of the text.</w:t>
            </w:r>
          </w:p>
        </w:tc>
      </w:tr>
    </w:tbl>
    <w:p w:rsidR="00C36A3C" w:rsidRDefault="00C36A3C" w:rsidP="00A47EB4"/>
    <w:p w:rsidR="00C36A3C" w:rsidRDefault="00C36A3C" w:rsidP="00A47EB4">
      <w:r>
        <w:t>After creating the textrun you can add text or link elements with individual styles.</w:t>
      </w:r>
    </w:p>
    <w:p w:rsidR="00C36A3C" w:rsidRDefault="00C36A3C" w:rsidP="00A47EB4"/>
    <w:p w:rsidR="00C36A3C" w:rsidRPr="001D79DC" w:rsidRDefault="00C36A3C" w:rsidP="001D79DC">
      <w:pPr>
        <w:pStyle w:val="PHP-Code"/>
        <w:pBdr>
          <w:bottom w:val="single" w:sz="4" w:space="0" w:color="auto"/>
        </w:pBdr>
      </w:pPr>
      <w:r w:rsidRPr="001D79DC">
        <w:t>$textrun = $section-&gt;createTextRun();</w:t>
      </w:r>
    </w:p>
    <w:p w:rsidR="00C36A3C" w:rsidRPr="001D79DC" w:rsidRDefault="00C36A3C" w:rsidP="001D79DC">
      <w:pPr>
        <w:pStyle w:val="PHP-Code"/>
        <w:pBdr>
          <w:bottom w:val="single" w:sz="4" w:space="0" w:color="auto"/>
        </w:pBdr>
      </w:pPr>
      <w:r w:rsidRPr="001D79DC">
        <w:t>$textrun-&gt;addText('</w:t>
      </w:r>
      <w:r>
        <w:t>I am bold</w:t>
      </w:r>
      <w:r w:rsidRPr="001D79DC">
        <w:t>'</w:t>
      </w:r>
      <w:r>
        <w:t>, array(</w:t>
      </w:r>
      <w:r w:rsidRPr="001D79DC">
        <w:t>'</w:t>
      </w:r>
      <w:r>
        <w:t>bold</w:t>
      </w:r>
      <w:r w:rsidRPr="001D79DC">
        <w:t>'</w:t>
      </w:r>
      <w:r>
        <w:t>=&gt;true)</w:t>
      </w:r>
      <w:r w:rsidRPr="001D79DC">
        <w:t xml:space="preserve">); </w:t>
      </w:r>
    </w:p>
    <w:p w:rsidR="00C36A3C" w:rsidRPr="001D79DC" w:rsidRDefault="00C36A3C" w:rsidP="001D79DC">
      <w:pPr>
        <w:pStyle w:val="PHP-Code"/>
        <w:pBdr>
          <w:bottom w:val="single" w:sz="4" w:space="0" w:color="auto"/>
        </w:pBdr>
      </w:pPr>
      <w:r w:rsidRPr="001D79DC">
        <w:t>$textrun-&gt;addText('</w:t>
      </w:r>
      <w:r>
        <w:t>I am italic, array(</w:t>
      </w:r>
      <w:r w:rsidRPr="001D79DC">
        <w:t>'</w:t>
      </w:r>
      <w:r>
        <w:t>italic</w:t>
      </w:r>
      <w:r w:rsidRPr="001D79DC">
        <w:t>'</w:t>
      </w:r>
      <w:r>
        <w:t>=&gt;true)</w:t>
      </w:r>
      <w:r w:rsidRPr="001D79DC">
        <w:t>);</w:t>
      </w:r>
    </w:p>
    <w:p w:rsidR="00C36A3C" w:rsidRPr="001D79DC" w:rsidRDefault="00C36A3C" w:rsidP="001D79DC">
      <w:pPr>
        <w:pStyle w:val="PHP-Code"/>
        <w:pBdr>
          <w:bottom w:val="single" w:sz="4" w:space="0" w:color="auto"/>
        </w:pBdr>
      </w:pPr>
      <w:r w:rsidRPr="001D79DC">
        <w:t>$textrun-&gt;addText('</w:t>
      </w:r>
      <w:r>
        <w:t>I am colored, array(</w:t>
      </w:r>
      <w:r w:rsidRPr="001D79DC">
        <w:t>'</w:t>
      </w:r>
      <w:r>
        <w:t>color</w:t>
      </w:r>
      <w:r w:rsidRPr="001D79DC">
        <w:t>'</w:t>
      </w:r>
      <w:r>
        <w:t>=&gt;</w:t>
      </w:r>
      <w:r w:rsidRPr="001D79DC">
        <w:t>'</w:t>
      </w:r>
      <w:r>
        <w:t>AACC00</w:t>
      </w:r>
      <w:r w:rsidRPr="001D79DC">
        <w:t>'</w:t>
      </w:r>
      <w:r>
        <w:t>)</w:t>
      </w:r>
      <w:r w:rsidRPr="001D79DC">
        <w:t>);</w:t>
      </w:r>
    </w:p>
    <w:p w:rsidR="00C36A3C" w:rsidRDefault="00C36A3C" w:rsidP="00A47EB4"/>
    <w:p w:rsidR="00C36A3C" w:rsidRDefault="00C36A3C" w:rsidP="00A47EB4">
      <w:r>
        <w:t>Of course you can use the pre defined paragraph or font styles. See chapter “Style text elements” for more information.</w:t>
      </w:r>
    </w:p>
    <w:p w:rsidR="00C36A3C" w:rsidRPr="008911C7" w:rsidRDefault="00C36A3C" w:rsidP="00A47EB4"/>
    <w:p w:rsidR="00C36A3C" w:rsidRDefault="00C36A3C" w:rsidP="00A47EB4">
      <w:pPr>
        <w:pStyle w:val="Heading2"/>
      </w:pPr>
      <w:bookmarkStart w:id="60" w:name="_Toc256790318"/>
      <w:bookmarkStart w:id="61" w:name="_Toc342676950"/>
      <w:r>
        <w:t>Style text elements</w:t>
      </w:r>
      <w:bookmarkEnd w:id="60"/>
      <w:bookmarkEnd w:id="61"/>
    </w:p>
    <w:p w:rsidR="00C36A3C" w:rsidRDefault="00C36A3C" w:rsidP="00A47EB4"/>
    <w:p w:rsidR="00C36A3C" w:rsidRDefault="00C36A3C" w:rsidP="00A47EB4">
      <w:r>
        <w:t>There are 2 options to style the inserted text elements:</w:t>
      </w:r>
    </w:p>
    <w:p w:rsidR="00C36A3C" w:rsidRDefault="00C36A3C" w:rsidP="00A47EB4"/>
    <w:p w:rsidR="00C36A3C" w:rsidRDefault="00C36A3C" w:rsidP="00A47EB4">
      <w:r>
        <w:t>Inline Style:</w:t>
      </w:r>
    </w:p>
    <w:p w:rsidR="00C36A3C" w:rsidRDefault="00C36A3C" w:rsidP="00A47EB4"/>
    <w:p w:rsidR="00C36A3C" w:rsidRDefault="00C36A3C" w:rsidP="00A47EB4">
      <w:pPr>
        <w:pStyle w:val="PHP-Code"/>
      </w:pPr>
      <w:r>
        <w:t>$fontStyle = array('color'=&gt;'006699', 'size'=&gt;18, 'bold'=&gt;true);</w:t>
      </w:r>
    </w:p>
    <w:p w:rsidR="00C36A3C" w:rsidRPr="00A47EB4" w:rsidRDefault="00C36A3C" w:rsidP="00A47EB4">
      <w:pPr>
        <w:pStyle w:val="PHP-Code"/>
      </w:pPr>
      <w:r>
        <w:t>$section-&gt;addText('helloWorld', $fontStyle);</w:t>
      </w:r>
    </w:p>
    <w:p w:rsidR="00C36A3C" w:rsidRDefault="00C36A3C" w:rsidP="00A47EB4"/>
    <w:p w:rsidR="00C36A3C" w:rsidRDefault="00C36A3C" w:rsidP="00A47EB4">
      <w:pPr>
        <w:pStyle w:val="PHP-Code"/>
      </w:pPr>
      <w:r>
        <w:t>$text = $section-&gt;addText('helloWorld');</w:t>
      </w:r>
    </w:p>
    <w:p w:rsidR="00C36A3C" w:rsidRDefault="00C36A3C" w:rsidP="00A47EB4">
      <w:pPr>
        <w:pStyle w:val="PHP-Code"/>
      </w:pPr>
      <w:r>
        <w:t>$style = $text-&gt;getStyle();</w:t>
      </w:r>
    </w:p>
    <w:p w:rsidR="00C36A3C" w:rsidRDefault="00C36A3C" w:rsidP="00A47EB4">
      <w:pPr>
        <w:pStyle w:val="PHP-Code"/>
      </w:pPr>
      <w:r>
        <w:t>$style-&gt;setColor('006699');</w:t>
      </w:r>
    </w:p>
    <w:p w:rsidR="00C36A3C" w:rsidRDefault="00C36A3C" w:rsidP="00A47EB4">
      <w:pPr>
        <w:pStyle w:val="PHP-Code"/>
      </w:pPr>
      <w:r>
        <w:t>$style-&gt;setSize(18);</w:t>
      </w:r>
    </w:p>
    <w:p w:rsidR="00C36A3C" w:rsidRPr="00A47EB4" w:rsidRDefault="00C36A3C" w:rsidP="00A47EB4">
      <w:pPr>
        <w:pStyle w:val="PHP-Code"/>
      </w:pPr>
      <w:r>
        <w:t>$style-&gt;setBold();</w:t>
      </w:r>
    </w:p>
    <w:p w:rsidR="00C36A3C" w:rsidRDefault="00C36A3C" w:rsidP="00A47EB4"/>
    <w:p w:rsidR="00C36A3C" w:rsidRDefault="00C36A3C" w:rsidP="00A47EB4">
      <w:r>
        <w:t>Or you can style your text by using a style definition. After defining a style you have to set the second parameter to the name of your style. Use the function addFontStyle:</w:t>
      </w:r>
    </w:p>
    <w:p w:rsidR="00C36A3C" w:rsidRDefault="00C36A3C" w:rsidP="00A47EB4"/>
    <w:p w:rsidR="00C36A3C" w:rsidRDefault="00C36A3C" w:rsidP="005C4219">
      <w:pPr>
        <w:pStyle w:val="PHP-Code"/>
      </w:pPr>
      <w:r>
        <w:t>$PHPWord-&gt;addFontStyle( $styleName, $fontStyle);</w:t>
      </w:r>
    </w:p>
    <w:p w:rsidR="00C36A3C" w:rsidRDefault="00C36A3C" w:rsidP="00A47EB4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addFontStyle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BE0695" w:rsidRDefault="00C36A3C" w:rsidP="00710FBE">
            <w:r w:rsidRPr="00BE0695">
              <w:t>$styleName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Name of the font style.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710FBE">
            <w:r>
              <w:t>$fontStyle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Font style.</w:t>
            </w:r>
          </w:p>
        </w:tc>
      </w:tr>
    </w:tbl>
    <w:p w:rsidR="00C36A3C" w:rsidRDefault="00C36A3C" w:rsidP="00A47EB4"/>
    <w:p w:rsidR="00C36A3C" w:rsidRDefault="00C36A3C" w:rsidP="00A47EB4">
      <w:r>
        <w:t>Example:</w:t>
      </w:r>
    </w:p>
    <w:p w:rsidR="00C36A3C" w:rsidRDefault="00C36A3C" w:rsidP="00A47EB4"/>
    <w:p w:rsidR="00C36A3C" w:rsidRDefault="00C36A3C" w:rsidP="003C5C11">
      <w:pPr>
        <w:pStyle w:val="PHP-Code"/>
      </w:pPr>
      <w:r>
        <w:t>$fontStyle = array('color'=&gt;'006699', 'size'=&gt;18, 'bold'=&gt;true);</w:t>
      </w:r>
    </w:p>
    <w:p w:rsidR="00C36A3C" w:rsidRDefault="00C36A3C" w:rsidP="003C5C11">
      <w:pPr>
        <w:pStyle w:val="PHP-Code"/>
      </w:pPr>
      <w:r>
        <w:t>$PHPWord-&gt;addFontStyle('</w:t>
      </w:r>
      <w:r w:rsidRPr="003C5C11">
        <w:rPr>
          <w:color w:val="0000FF"/>
        </w:rPr>
        <w:t>myOwnStyle</w:t>
      </w:r>
      <w:r>
        <w:t>', $fontStyle);</w:t>
      </w:r>
    </w:p>
    <w:p w:rsidR="00C36A3C" w:rsidRDefault="00C36A3C" w:rsidP="003C5C11">
      <w:pPr>
        <w:pStyle w:val="PHP-Code"/>
      </w:pPr>
      <w:r>
        <w:t>$text = $section-&gt;addText('helloWorld', '</w:t>
      </w:r>
      <w:r w:rsidRPr="003C5C11">
        <w:rPr>
          <w:color w:val="0000FF"/>
        </w:rPr>
        <w:t>myOwnStyle</w:t>
      </w:r>
      <w:r>
        <w:t>');</w:t>
      </w:r>
    </w:p>
    <w:p w:rsidR="00C36A3C" w:rsidRDefault="00C36A3C" w:rsidP="00A47EB4"/>
    <w:p w:rsidR="00C36A3C" w:rsidRDefault="00C36A3C" w:rsidP="00A47EB4">
      <w:r>
        <w:t>To add a paragraph style definition, use the function addParagraphStyle:</w:t>
      </w:r>
    </w:p>
    <w:p w:rsidR="00C36A3C" w:rsidRDefault="00C36A3C" w:rsidP="00A47EB4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F77A35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addParagraphStyle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F77A35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F77A35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F77A35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BE0695" w:rsidRDefault="00C36A3C" w:rsidP="00F77A35">
            <w:r w:rsidRPr="00BE0695">
              <w:t>$styleName</w:t>
            </w:r>
          </w:p>
        </w:tc>
        <w:tc>
          <w:tcPr>
            <w:tcW w:w="1572" w:type="dxa"/>
          </w:tcPr>
          <w:p w:rsidR="00C36A3C" w:rsidRDefault="00C36A3C" w:rsidP="00F77A35">
            <w:r>
              <w:t>String</w:t>
            </w:r>
          </w:p>
        </w:tc>
        <w:tc>
          <w:tcPr>
            <w:tcW w:w="5682" w:type="dxa"/>
          </w:tcPr>
          <w:p w:rsidR="00C36A3C" w:rsidRDefault="00C36A3C" w:rsidP="00F77A35">
            <w:r>
              <w:t>Name of the paragraph style.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F77A35">
            <w:r>
              <w:t>$paragraphStyle</w:t>
            </w:r>
          </w:p>
        </w:tc>
        <w:tc>
          <w:tcPr>
            <w:tcW w:w="1572" w:type="dxa"/>
          </w:tcPr>
          <w:p w:rsidR="00C36A3C" w:rsidRDefault="00C36A3C" w:rsidP="00F77A35">
            <w:r>
              <w:t>Array</w:t>
            </w:r>
          </w:p>
        </w:tc>
        <w:tc>
          <w:tcPr>
            <w:tcW w:w="5682" w:type="dxa"/>
          </w:tcPr>
          <w:p w:rsidR="00C36A3C" w:rsidRDefault="00C36A3C" w:rsidP="00F77A35">
            <w:r>
              <w:t>Paragraph style.</w:t>
            </w:r>
          </w:p>
        </w:tc>
      </w:tr>
    </w:tbl>
    <w:p w:rsidR="00C36A3C" w:rsidRDefault="00C36A3C" w:rsidP="00A47EB4"/>
    <w:p w:rsidR="00C36A3C" w:rsidRDefault="00C36A3C" w:rsidP="00A47EB4"/>
    <w:p w:rsidR="00C36A3C" w:rsidRDefault="00C36A3C" w:rsidP="00F77A35">
      <w:pPr>
        <w:pStyle w:val="Heading2"/>
      </w:pPr>
      <w:bookmarkStart w:id="62" w:name="_Toc256790319"/>
      <w:bookmarkStart w:id="63" w:name="_Toc342676951"/>
      <w:r>
        <w:t>Available style properties</w:t>
      </w:r>
      <w:bookmarkEnd w:id="62"/>
      <w:bookmarkEnd w:id="63"/>
    </w:p>
    <w:p w:rsidR="00C36A3C" w:rsidRDefault="00C36A3C" w:rsidP="00F77A35"/>
    <w:p w:rsidR="00C36A3C" w:rsidRPr="00541D75" w:rsidRDefault="00C36A3C" w:rsidP="00F77A35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F77A3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8163" w:type="dxa"/>
            <w:gridSpan w:val="2"/>
            <w:shd w:val="clear" w:color="auto" w:fill="FFCC99"/>
          </w:tcPr>
          <w:p w:rsidR="00C36A3C" w:rsidRDefault="00C36A3C" w:rsidP="00F77A35">
            <w:r>
              <w:t>Font Style</w:t>
            </w:r>
          </w:p>
        </w:tc>
      </w:tr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F77A35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F77A35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size</w:t>
            </w:r>
          </w:p>
        </w:tc>
        <w:tc>
          <w:tcPr>
            <w:tcW w:w="6615" w:type="dxa"/>
          </w:tcPr>
          <w:p w:rsidR="00C36A3C" w:rsidRDefault="00C36A3C" w:rsidP="00F77A35">
            <w:r>
              <w:t>Font size in points.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name</w:t>
            </w:r>
          </w:p>
        </w:tc>
        <w:tc>
          <w:tcPr>
            <w:tcW w:w="6615" w:type="dxa"/>
          </w:tcPr>
          <w:p w:rsidR="00C36A3C" w:rsidRDefault="00C36A3C" w:rsidP="00F77A35">
            <w:r>
              <w:t>Font family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bold</w:t>
            </w:r>
          </w:p>
        </w:tc>
        <w:tc>
          <w:tcPr>
            <w:tcW w:w="6615" w:type="dxa"/>
          </w:tcPr>
          <w:p w:rsidR="00C36A3C" w:rsidRDefault="00C36A3C" w:rsidP="00F77A35">
            <w:r>
              <w:t>Bold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italic</w:t>
            </w:r>
          </w:p>
        </w:tc>
        <w:tc>
          <w:tcPr>
            <w:tcW w:w="6615" w:type="dxa"/>
          </w:tcPr>
          <w:p w:rsidR="00C36A3C" w:rsidRDefault="00C36A3C" w:rsidP="00F77A35">
            <w:r>
              <w:t>Italic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superScript</w:t>
            </w:r>
          </w:p>
        </w:tc>
        <w:tc>
          <w:tcPr>
            <w:tcW w:w="6615" w:type="dxa"/>
          </w:tcPr>
          <w:p w:rsidR="00C36A3C" w:rsidRDefault="00C36A3C" w:rsidP="00F77A35">
            <w:r>
              <w:t>SuperScript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subScript</w:t>
            </w:r>
          </w:p>
        </w:tc>
        <w:tc>
          <w:tcPr>
            <w:tcW w:w="6615" w:type="dxa"/>
          </w:tcPr>
          <w:p w:rsidR="00C36A3C" w:rsidRDefault="00C36A3C" w:rsidP="00F77A35">
            <w:r>
              <w:t>SubScript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underline</w:t>
            </w:r>
          </w:p>
        </w:tc>
        <w:tc>
          <w:tcPr>
            <w:tcW w:w="6615" w:type="dxa"/>
          </w:tcPr>
          <w:p w:rsidR="00C36A3C" w:rsidRDefault="00C36A3C" w:rsidP="00F77A35">
            <w:r>
              <w:t>Use the defined constants: PHPWord_Style_Font::UNDERLINE_...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Color</w:t>
            </w:r>
          </w:p>
        </w:tc>
        <w:tc>
          <w:tcPr>
            <w:tcW w:w="6615" w:type="dxa"/>
          </w:tcPr>
          <w:p w:rsidR="00C36A3C" w:rsidRDefault="00C36A3C" w:rsidP="00F77A35">
            <w:r>
              <w:t>Font color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fgColor</w:t>
            </w:r>
          </w:p>
        </w:tc>
        <w:tc>
          <w:tcPr>
            <w:tcW w:w="6615" w:type="dxa"/>
          </w:tcPr>
          <w:p w:rsidR="00C36A3C" w:rsidRDefault="00C36A3C" w:rsidP="00F77A35">
            <w:r>
              <w:t>Foreground color. You can only use the predefined constants:</w:t>
            </w:r>
            <w:r>
              <w:br/>
              <w:t>PHPWord_Style_Font::FGCOLOR_...</w:t>
            </w:r>
          </w:p>
        </w:tc>
      </w:tr>
    </w:tbl>
    <w:p w:rsidR="00C36A3C" w:rsidRDefault="00C36A3C" w:rsidP="004208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8163" w:type="dxa"/>
            <w:gridSpan w:val="2"/>
            <w:shd w:val="clear" w:color="auto" w:fill="FFCC99"/>
          </w:tcPr>
          <w:p w:rsidR="00C36A3C" w:rsidRDefault="00C36A3C" w:rsidP="00F77A35">
            <w:r>
              <w:t>Paragraph Style</w:t>
            </w:r>
          </w:p>
        </w:tc>
      </w:tr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F77A35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F77A35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align</w:t>
            </w:r>
          </w:p>
        </w:tc>
        <w:tc>
          <w:tcPr>
            <w:tcW w:w="6615" w:type="dxa"/>
          </w:tcPr>
          <w:p w:rsidR="00C36A3C" w:rsidRDefault="00C36A3C" w:rsidP="00F77A35">
            <w:r>
              <w:t>Horizontal alignment. Possible are:</w:t>
            </w:r>
          </w:p>
          <w:p w:rsidR="00C36A3C" w:rsidRDefault="00C36A3C" w:rsidP="00F77A35">
            <w:pPr>
              <w:numPr>
                <w:ilvl w:val="0"/>
                <w:numId w:val="2"/>
              </w:numPr>
            </w:pPr>
            <w:r>
              <w:t>left</w:t>
            </w:r>
          </w:p>
          <w:p w:rsidR="00C36A3C" w:rsidRDefault="00C36A3C" w:rsidP="00F77A35">
            <w:pPr>
              <w:numPr>
                <w:ilvl w:val="0"/>
                <w:numId w:val="2"/>
              </w:numPr>
            </w:pPr>
            <w:r>
              <w:t>right</w:t>
            </w:r>
          </w:p>
          <w:p w:rsidR="00C36A3C" w:rsidRDefault="00C36A3C" w:rsidP="00F77A35">
            <w:pPr>
              <w:numPr>
                <w:ilvl w:val="0"/>
                <w:numId w:val="2"/>
              </w:numPr>
            </w:pPr>
            <w:r>
              <w:t>center</w:t>
            </w:r>
          </w:p>
          <w:p w:rsidR="00C36A3C" w:rsidRDefault="00C36A3C" w:rsidP="00F77A35">
            <w:pPr>
              <w:numPr>
                <w:ilvl w:val="0"/>
                <w:numId w:val="2"/>
              </w:numPr>
            </w:pPr>
            <w:r>
              <w:t xml:space="preserve">both / justify 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spaceBefore</w:t>
            </w:r>
          </w:p>
        </w:tc>
        <w:tc>
          <w:tcPr>
            <w:tcW w:w="6615" w:type="dxa"/>
          </w:tcPr>
          <w:p w:rsidR="00C36A3C" w:rsidRDefault="00C36A3C" w:rsidP="00F77A35">
            <w:r>
              <w:t>Top margin of the text in twips.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spaceAfter</w:t>
            </w:r>
          </w:p>
        </w:tc>
        <w:tc>
          <w:tcPr>
            <w:tcW w:w="6615" w:type="dxa"/>
          </w:tcPr>
          <w:p w:rsidR="00C36A3C" w:rsidRDefault="00C36A3C" w:rsidP="00F77A35">
            <w:r>
              <w:t>Bottom margin of the text in twips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F77A35">
            <w:r>
              <w:t>spacing</w:t>
            </w:r>
          </w:p>
        </w:tc>
        <w:tc>
          <w:tcPr>
            <w:tcW w:w="6615" w:type="dxa"/>
          </w:tcPr>
          <w:p w:rsidR="00C36A3C" w:rsidRDefault="00C36A3C" w:rsidP="00F77A35">
            <w:r>
              <w:t>Margin between the text lines in twips.</w:t>
            </w:r>
          </w:p>
        </w:tc>
      </w:tr>
    </w:tbl>
    <w:p w:rsidR="00C36A3C" w:rsidRDefault="00C36A3C" w:rsidP="00420860"/>
    <w:p w:rsidR="00C36A3C" w:rsidRDefault="00C36A3C" w:rsidP="003C5C11">
      <w:pPr>
        <w:pStyle w:val="Heading2"/>
      </w:pPr>
      <w:bookmarkStart w:id="64" w:name="_Toc256790320"/>
      <w:bookmarkStart w:id="65" w:name="_Toc342676952"/>
      <w:r>
        <w:t>Add text breaks</w:t>
      </w:r>
      <w:bookmarkEnd w:id="64"/>
      <w:bookmarkEnd w:id="65"/>
    </w:p>
    <w:p w:rsidR="00C36A3C" w:rsidRDefault="00C36A3C" w:rsidP="006A013D"/>
    <w:p w:rsidR="00C36A3C" w:rsidRDefault="00C36A3C" w:rsidP="006A013D">
      <w:r>
        <w:t>To add a text break use the function addTextBreak:</w:t>
      </w:r>
    </w:p>
    <w:p w:rsidR="00C36A3C" w:rsidRDefault="00C36A3C" w:rsidP="006A013D"/>
    <w:p w:rsidR="00C36A3C" w:rsidRDefault="00C36A3C" w:rsidP="006A013D">
      <w:pPr>
        <w:pStyle w:val="PHP-Code"/>
      </w:pPr>
      <w:r>
        <w:t>$section-&gt;addTextBreak();</w:t>
      </w:r>
    </w:p>
    <w:p w:rsidR="00C36A3C" w:rsidRDefault="00C36A3C" w:rsidP="006A013D"/>
    <w:p w:rsidR="00C36A3C" w:rsidRDefault="00C36A3C" w:rsidP="006A013D">
      <w:r>
        <w:t>If you need more than one text break you can set a multiple text break like this:</w:t>
      </w:r>
    </w:p>
    <w:p w:rsidR="00C36A3C" w:rsidRDefault="00C36A3C" w:rsidP="006A013D"/>
    <w:p w:rsidR="00C36A3C" w:rsidRDefault="00C36A3C" w:rsidP="006A013D">
      <w:pPr>
        <w:pStyle w:val="PHP-Code"/>
      </w:pPr>
      <w:r>
        <w:t>$section-&gt;addTextBreak(15);</w:t>
      </w:r>
    </w:p>
    <w:p w:rsidR="00C36A3C" w:rsidRDefault="00C36A3C" w:rsidP="006A013D"/>
    <w:p w:rsidR="00C36A3C" w:rsidRDefault="00C36A3C" w:rsidP="006A013D">
      <w:r>
        <w:t>The code above inserts 15 text breaks.</w:t>
      </w:r>
    </w:p>
    <w:p w:rsidR="00C36A3C" w:rsidRDefault="00C36A3C" w:rsidP="006A013D"/>
    <w:p w:rsidR="00C36A3C" w:rsidRDefault="00C36A3C" w:rsidP="006A013D"/>
    <w:p w:rsidR="00C36A3C" w:rsidRDefault="00C36A3C" w:rsidP="0025168A">
      <w:pPr>
        <w:pStyle w:val="Heading1"/>
      </w:pPr>
      <w:bookmarkStart w:id="66" w:name="_Toc256790321"/>
      <w:bookmarkStart w:id="67" w:name="_Toc342676953"/>
      <w:r>
        <w:t>Add page breaks</w:t>
      </w:r>
      <w:bookmarkEnd w:id="66"/>
      <w:bookmarkEnd w:id="67"/>
    </w:p>
    <w:p w:rsidR="00C36A3C" w:rsidRDefault="00C36A3C" w:rsidP="0025168A"/>
    <w:p w:rsidR="00C36A3C" w:rsidRDefault="00C36A3C" w:rsidP="0025168A">
      <w:r>
        <w:t>To add a manual page break you can use the function addPageBreak:</w:t>
      </w:r>
    </w:p>
    <w:p w:rsidR="00C36A3C" w:rsidRDefault="00C36A3C" w:rsidP="0025168A"/>
    <w:p w:rsidR="00C36A3C" w:rsidRDefault="00C36A3C" w:rsidP="0025168A">
      <w:pPr>
        <w:pStyle w:val="PHP-Code"/>
      </w:pPr>
      <w:r>
        <w:t>$section-&gt;addPageBreak();</w:t>
      </w:r>
    </w:p>
    <w:p w:rsidR="00C36A3C" w:rsidRPr="0025168A" w:rsidRDefault="00C36A3C" w:rsidP="0025168A"/>
    <w:p w:rsidR="00C36A3C" w:rsidRDefault="00C36A3C" w:rsidP="0025168A"/>
    <w:p w:rsidR="00C36A3C" w:rsidRDefault="00C36A3C" w:rsidP="00F80455">
      <w:pPr>
        <w:pStyle w:val="Heading1"/>
      </w:pPr>
      <w:bookmarkStart w:id="68" w:name="_Toc256790322"/>
      <w:bookmarkStart w:id="69" w:name="_Toc342676954"/>
      <w:r>
        <w:t>List elements</w:t>
      </w:r>
      <w:bookmarkEnd w:id="68"/>
      <w:bookmarkEnd w:id="69"/>
    </w:p>
    <w:p w:rsidR="00C36A3C" w:rsidRDefault="00C36A3C" w:rsidP="00F80455"/>
    <w:p w:rsidR="00C36A3C" w:rsidRDefault="00C36A3C" w:rsidP="00C8494C">
      <w:pPr>
        <w:pStyle w:val="Heading2"/>
      </w:pPr>
      <w:bookmarkStart w:id="70" w:name="_Toc256790323"/>
      <w:bookmarkStart w:id="71" w:name="_Toc342676955"/>
      <w:r>
        <w:t>Add list elements</w:t>
      </w:r>
      <w:bookmarkEnd w:id="70"/>
      <w:bookmarkEnd w:id="71"/>
    </w:p>
    <w:p w:rsidR="00C36A3C" w:rsidRDefault="00C36A3C" w:rsidP="00F80455"/>
    <w:p w:rsidR="00C36A3C" w:rsidRDefault="00C36A3C" w:rsidP="00F80455">
      <w:r>
        <w:t>To add a list item use the function addListItem:</w:t>
      </w:r>
    </w:p>
    <w:p w:rsidR="00C36A3C" w:rsidRDefault="00C36A3C" w:rsidP="00F80455"/>
    <w:p w:rsidR="00C36A3C" w:rsidRDefault="00C36A3C" w:rsidP="00C8494C">
      <w:pPr>
        <w:pStyle w:val="PHP-Code"/>
      </w:pPr>
      <w:r w:rsidRPr="00C8494C">
        <w:t>$section-&gt;addListItem(</w:t>
      </w:r>
      <w:r>
        <w:t xml:space="preserve"> $text</w:t>
      </w:r>
      <w:r w:rsidRPr="00C8494C">
        <w:t xml:space="preserve">, </w:t>
      </w:r>
      <w:r>
        <w:t>[$depth], [</w:t>
      </w:r>
      <w:r w:rsidRPr="00CF1CEE">
        <w:t>$styleText</w:t>
      </w:r>
      <w:r>
        <w:t>], [$styleList], [$styleParagraph] );</w:t>
      </w:r>
    </w:p>
    <w:p w:rsidR="00C36A3C" w:rsidRPr="00C8494C" w:rsidRDefault="00C36A3C" w:rsidP="00C8494C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CF1CEE">
            <w:pPr>
              <w:ind w:right="1610"/>
              <w:rPr>
                <w:color w:val="FFFFFF"/>
              </w:rPr>
            </w:pPr>
            <w:r w:rsidRPr="00CF1CEE">
              <w:rPr>
                <w:color w:val="FFFFFF"/>
              </w:rPr>
              <w:t>addListItem()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CF1CE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CF1CE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CF1CE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 w:rsidRPr="00CF1CEE">
              <w:t>$text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</w:t>
            </w:r>
          </w:p>
        </w:tc>
        <w:tc>
          <w:tcPr>
            <w:tcW w:w="5682" w:type="dxa"/>
          </w:tcPr>
          <w:p w:rsidR="00C36A3C" w:rsidRDefault="00C36A3C" w:rsidP="00CF1CEE">
            <w:r>
              <w:t>Text that appears in the document.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 w:rsidRPr="00CF1CEE">
              <w:t>$depth</w:t>
            </w:r>
          </w:p>
        </w:tc>
        <w:tc>
          <w:tcPr>
            <w:tcW w:w="1572" w:type="dxa"/>
          </w:tcPr>
          <w:p w:rsidR="00C36A3C" w:rsidRDefault="00C36A3C" w:rsidP="00CF1CEE">
            <w:r>
              <w:t>Integer</w:t>
            </w:r>
          </w:p>
        </w:tc>
        <w:tc>
          <w:tcPr>
            <w:tcW w:w="5682" w:type="dxa"/>
          </w:tcPr>
          <w:p w:rsidR="00C36A3C" w:rsidRDefault="00C36A3C" w:rsidP="00CF1CEE">
            <w:r>
              <w:t>De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 w:rsidRPr="00CF1CEE">
              <w:t>$styleText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CF1CEE">
            <w:r>
              <w:t>Font style of the current list element. See the chapter "Style text elements" for more information.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>
              <w:t>$styleList</w:t>
            </w:r>
          </w:p>
        </w:tc>
        <w:tc>
          <w:tcPr>
            <w:tcW w:w="1572" w:type="dxa"/>
          </w:tcPr>
          <w:p w:rsidR="00C36A3C" w:rsidRDefault="00C36A3C" w:rsidP="00CF1CEE">
            <w:r>
              <w:t>Array</w:t>
            </w:r>
          </w:p>
        </w:tc>
        <w:tc>
          <w:tcPr>
            <w:tcW w:w="5682" w:type="dxa"/>
          </w:tcPr>
          <w:p w:rsidR="00C36A3C" w:rsidRDefault="00C36A3C" w:rsidP="00CF1CEE">
            <w:r>
              <w:t>List style of the current element.</w:t>
            </w:r>
          </w:p>
        </w:tc>
      </w:tr>
      <w:tr w:rsidR="00C36A3C">
        <w:tc>
          <w:tcPr>
            <w:tcW w:w="2034" w:type="dxa"/>
          </w:tcPr>
          <w:p w:rsidR="00C36A3C" w:rsidRDefault="00C36A3C" w:rsidP="00CF1CEE">
            <w:r w:rsidRPr="00CF1CEE">
              <w:t>$style</w:t>
            </w:r>
            <w:r>
              <w:t>Paragraph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CF1CEE">
            <w:r>
              <w:t>Paragraph style of the current list element. See the chapter "Style text elements" for more information.</w:t>
            </w:r>
          </w:p>
        </w:tc>
      </w:tr>
    </w:tbl>
    <w:p w:rsidR="00C36A3C" w:rsidRDefault="00C36A3C" w:rsidP="00C8494C"/>
    <w:p w:rsidR="00C36A3C" w:rsidRDefault="00C36A3C" w:rsidP="00C8494C">
      <w:pPr>
        <w:pStyle w:val="Heading2"/>
      </w:pPr>
      <w:bookmarkStart w:id="72" w:name="_Toc256790324"/>
      <w:bookmarkStart w:id="73" w:name="_Toc342676956"/>
      <w:r>
        <w:t>Style list elements</w:t>
      </w:r>
      <w:bookmarkEnd w:id="72"/>
      <w:bookmarkEnd w:id="73"/>
    </w:p>
    <w:p w:rsidR="00C36A3C" w:rsidRDefault="00C36A3C" w:rsidP="00C8494C"/>
    <w:p w:rsidR="00C36A3C" w:rsidRDefault="00C36A3C" w:rsidP="00C8494C">
      <w:r>
        <w:t>Example of styling list elements:</w:t>
      </w:r>
    </w:p>
    <w:p w:rsidR="00C36A3C" w:rsidRDefault="00C36A3C" w:rsidP="00C8494C"/>
    <w:p w:rsidR="00C36A3C" w:rsidRDefault="00C36A3C" w:rsidP="0096745C">
      <w:pPr>
        <w:pStyle w:val="PHP-Code"/>
      </w:pPr>
      <w:r>
        <w:t>$listStyle = array('listType' =&gt; PHPWord_Style_ListItem::TYPE_NUMBER);</w:t>
      </w:r>
    </w:p>
    <w:p w:rsidR="00C36A3C" w:rsidRDefault="00C36A3C" w:rsidP="0096745C">
      <w:pPr>
        <w:pStyle w:val="PHP-Code"/>
      </w:pPr>
      <w:r>
        <w:t>$section-&gt;addListItem('Listitem 1', 0, null, $listStyle);</w:t>
      </w:r>
    </w:p>
    <w:p w:rsidR="00C36A3C" w:rsidRDefault="00C36A3C" w:rsidP="00C8494C"/>
    <w:p w:rsidR="00C36A3C" w:rsidRDefault="00C36A3C" w:rsidP="0096745C">
      <w:pPr>
        <w:pStyle w:val="Heading2"/>
      </w:pPr>
      <w:bookmarkStart w:id="74" w:name="_Toc256790325"/>
      <w:bookmarkStart w:id="75" w:name="_Toc342676957"/>
      <w:r>
        <w:t>Available list style properties</w:t>
      </w:r>
      <w:bookmarkEnd w:id="74"/>
      <w:bookmarkEnd w:id="75"/>
    </w:p>
    <w:p w:rsidR="00C36A3C" w:rsidRDefault="00C36A3C" w:rsidP="0096745C"/>
    <w:p w:rsidR="00C36A3C" w:rsidRPr="00541D75" w:rsidRDefault="00C36A3C" w:rsidP="0096745C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96745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044C64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044C64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044C64">
            <w:r>
              <w:t>listType</w:t>
            </w:r>
          </w:p>
        </w:tc>
        <w:tc>
          <w:tcPr>
            <w:tcW w:w="6615" w:type="dxa"/>
          </w:tcPr>
          <w:p w:rsidR="00C36A3C" w:rsidRDefault="00C36A3C" w:rsidP="00044C64">
            <w:r>
              <w:t>List point style.</w:t>
            </w:r>
          </w:p>
          <w:p w:rsidR="00C36A3C" w:rsidRDefault="00C36A3C" w:rsidP="00044C64">
            <w:r>
              <w:t>Use the constants in PHPWord_Style_ListItem::TYPE_...</w:t>
            </w:r>
          </w:p>
        </w:tc>
      </w:tr>
    </w:tbl>
    <w:p w:rsidR="00C36A3C" w:rsidRDefault="00C36A3C" w:rsidP="0096745C"/>
    <w:p w:rsidR="00C36A3C" w:rsidRDefault="00C36A3C" w:rsidP="0096745C"/>
    <w:p w:rsidR="00C36A3C" w:rsidRDefault="00C36A3C" w:rsidP="003373FD">
      <w:pPr>
        <w:pStyle w:val="Heading1"/>
      </w:pPr>
      <w:bookmarkStart w:id="76" w:name="_Toc256790326"/>
      <w:bookmarkStart w:id="77" w:name="_Toc342676958"/>
      <w:r>
        <w:t>Hyperlinks</w:t>
      </w:r>
      <w:bookmarkEnd w:id="76"/>
      <w:bookmarkEnd w:id="77"/>
    </w:p>
    <w:p w:rsidR="00C36A3C" w:rsidRDefault="00C36A3C" w:rsidP="003373FD"/>
    <w:p w:rsidR="00C36A3C" w:rsidRDefault="00C36A3C" w:rsidP="003373FD">
      <w:pPr>
        <w:pStyle w:val="Heading2"/>
      </w:pPr>
      <w:bookmarkStart w:id="78" w:name="_Toc256790327"/>
      <w:bookmarkStart w:id="79" w:name="_Toc342676959"/>
      <w:r>
        <w:t>Add Hyperlinks</w:t>
      </w:r>
      <w:bookmarkEnd w:id="78"/>
      <w:bookmarkEnd w:id="79"/>
    </w:p>
    <w:p w:rsidR="00C36A3C" w:rsidRDefault="00C36A3C" w:rsidP="003373FD"/>
    <w:p w:rsidR="00C36A3C" w:rsidRDefault="00C36A3C" w:rsidP="003373FD">
      <w:r>
        <w:t>You can add Hyperlinks to the document by using the function addLink:</w:t>
      </w:r>
    </w:p>
    <w:p w:rsidR="00C36A3C" w:rsidRDefault="00C36A3C" w:rsidP="003373FD"/>
    <w:p w:rsidR="00C36A3C" w:rsidRDefault="00C36A3C" w:rsidP="008F3BD1">
      <w:pPr>
        <w:pStyle w:val="PHP-Code"/>
      </w:pPr>
      <w:r>
        <w:t xml:space="preserve">$section-&gt;addLink( </w:t>
      </w:r>
      <w:r w:rsidRPr="00CF1CEE">
        <w:t>$linkSrc</w:t>
      </w:r>
      <w:r>
        <w:t>, [$linkName], [</w:t>
      </w:r>
      <w:r w:rsidRPr="00CF1CEE">
        <w:t>$style</w:t>
      </w:r>
      <w:r>
        <w:t>Font], [$styleParagraph]);</w:t>
      </w:r>
    </w:p>
    <w:p w:rsidR="00C36A3C" w:rsidRDefault="00C36A3C" w:rsidP="003373FD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CF1CEE">
            <w:pPr>
              <w:ind w:right="1610"/>
              <w:rPr>
                <w:color w:val="FFFFFF"/>
              </w:rPr>
            </w:pPr>
            <w:r w:rsidRPr="00CF1CEE">
              <w:rPr>
                <w:color w:val="FFFFFF"/>
              </w:rPr>
              <w:t>addListItem()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CF1CE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CF1CE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CF1CE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 w:rsidRPr="00CF1CEE">
              <w:t>$linkSrc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</w:t>
            </w:r>
          </w:p>
        </w:tc>
        <w:tc>
          <w:tcPr>
            <w:tcW w:w="5682" w:type="dxa"/>
          </w:tcPr>
          <w:p w:rsidR="00C36A3C" w:rsidRDefault="00C36A3C" w:rsidP="00CF1CEE">
            <w:r>
              <w:t>The URL of the Link.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CF1CEE">
            <w:r>
              <w:t>$linkName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</w:t>
            </w:r>
          </w:p>
        </w:tc>
        <w:tc>
          <w:tcPr>
            <w:tcW w:w="5682" w:type="dxa"/>
          </w:tcPr>
          <w:p w:rsidR="00C36A3C" w:rsidRDefault="00C36A3C" w:rsidP="00CF1CEE">
            <w:r>
              <w:t>Placeholder of the URL that appears in the document.</w:t>
            </w:r>
          </w:p>
        </w:tc>
      </w:tr>
      <w:tr w:rsidR="00C36A3C">
        <w:tc>
          <w:tcPr>
            <w:tcW w:w="2034" w:type="dxa"/>
          </w:tcPr>
          <w:p w:rsidR="00C36A3C" w:rsidRDefault="00C36A3C" w:rsidP="00CF1CEE">
            <w:r>
              <w:t>$styleFont</w:t>
            </w:r>
          </w:p>
        </w:tc>
        <w:tc>
          <w:tcPr>
            <w:tcW w:w="1572" w:type="dxa"/>
          </w:tcPr>
          <w:p w:rsidR="00C36A3C" w:rsidRDefault="00C36A3C" w:rsidP="00CF1CEE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CF1CEE">
            <w:r>
              <w:t>Style of the Link. See the chapter "Style text elements" for more information.</w:t>
            </w:r>
          </w:p>
        </w:tc>
      </w:tr>
      <w:tr w:rsidR="00C36A3C">
        <w:tc>
          <w:tcPr>
            <w:tcW w:w="2034" w:type="dxa"/>
          </w:tcPr>
          <w:p w:rsidR="00C36A3C" w:rsidRDefault="00C36A3C" w:rsidP="00F77A35">
            <w:r w:rsidRPr="00CF1CEE">
              <w:t>$style</w:t>
            </w:r>
            <w:r>
              <w:t>Paragraph</w:t>
            </w:r>
          </w:p>
        </w:tc>
        <w:tc>
          <w:tcPr>
            <w:tcW w:w="1572" w:type="dxa"/>
          </w:tcPr>
          <w:p w:rsidR="00C36A3C" w:rsidRDefault="00C36A3C" w:rsidP="00F77A35">
            <w:r>
              <w:t>String / Array</w:t>
            </w:r>
          </w:p>
        </w:tc>
        <w:tc>
          <w:tcPr>
            <w:tcW w:w="5682" w:type="dxa"/>
          </w:tcPr>
          <w:p w:rsidR="00C36A3C" w:rsidRDefault="00C36A3C" w:rsidP="00CF1CEE">
            <w:r>
              <w:t>Paragraph style of the link. See the chapter "Style text elements" for more information.</w:t>
            </w:r>
          </w:p>
        </w:tc>
      </w:tr>
    </w:tbl>
    <w:p w:rsidR="00C36A3C" w:rsidRDefault="00C36A3C" w:rsidP="003373FD"/>
    <w:p w:rsidR="00C36A3C" w:rsidRDefault="00C36A3C" w:rsidP="003373FD">
      <w:pPr>
        <w:pStyle w:val="Heading2"/>
      </w:pPr>
      <w:bookmarkStart w:id="80" w:name="_Toc256790328"/>
      <w:bookmarkStart w:id="81" w:name="_Toc342676960"/>
      <w:r>
        <w:t>Style Hyperlinks</w:t>
      </w:r>
      <w:bookmarkEnd w:id="80"/>
      <w:bookmarkEnd w:id="81"/>
    </w:p>
    <w:p w:rsidR="00C36A3C" w:rsidRDefault="00C36A3C" w:rsidP="008F3BD1"/>
    <w:p w:rsidR="00C36A3C" w:rsidRDefault="00C36A3C" w:rsidP="008F3BD1">
      <w:r>
        <w:t>There are two ways to style a hyperlink.</w:t>
      </w:r>
    </w:p>
    <w:p w:rsidR="00C36A3C" w:rsidRDefault="00C36A3C" w:rsidP="008F3BD1"/>
    <w:p w:rsidR="00C36A3C" w:rsidRDefault="00C36A3C" w:rsidP="008F3BD1">
      <w:r>
        <w:t>Inline Style:</w:t>
      </w:r>
    </w:p>
    <w:p w:rsidR="00C36A3C" w:rsidRDefault="00C36A3C" w:rsidP="008F3BD1"/>
    <w:p w:rsidR="00C36A3C" w:rsidRPr="008F3BD1" w:rsidRDefault="00C36A3C" w:rsidP="008F3BD1">
      <w:pPr>
        <w:pStyle w:val="PHP-Code"/>
      </w:pPr>
      <w:r>
        <w:t>$linkS</w:t>
      </w:r>
      <w:r w:rsidRPr="008F3BD1">
        <w:t>tyle = array('color'=&gt;'0000FF',</w:t>
      </w:r>
    </w:p>
    <w:p w:rsidR="00C36A3C" w:rsidRPr="00F77A35" w:rsidRDefault="00C36A3C" w:rsidP="008F3BD1">
      <w:pPr>
        <w:pStyle w:val="PHP-Code"/>
        <w:rPr>
          <w:lang w:val="de-DE"/>
        </w:rPr>
      </w:pPr>
      <w:r w:rsidRPr="008F3BD1">
        <w:tab/>
      </w:r>
      <w:r w:rsidRPr="008F3BD1">
        <w:tab/>
      </w:r>
      <w:r w:rsidRPr="008F3BD1">
        <w:tab/>
        <w:t xml:space="preserve"> </w:t>
      </w:r>
      <w:r w:rsidRPr="00FD7314">
        <w:rPr>
          <w:lang w:val="de-DE"/>
        </w:rPr>
        <w:t>'un</w:t>
      </w:r>
      <w:r w:rsidRPr="00F77A35">
        <w:rPr>
          <w:lang w:val="de-DE"/>
        </w:rPr>
        <w:t>derline'=&gt;PHPWord_Style_Font::UNDERLINE_SINGLE);</w:t>
      </w:r>
    </w:p>
    <w:p w:rsidR="00C36A3C" w:rsidRDefault="00C36A3C" w:rsidP="008F3BD1">
      <w:pPr>
        <w:pStyle w:val="PHP-Code"/>
      </w:pPr>
      <w:r>
        <w:t>$section-&gt;addLink('http://www.google.de', null, $linkS</w:t>
      </w:r>
      <w:r w:rsidRPr="008F3BD1">
        <w:t>tyl</w:t>
      </w:r>
      <w:r>
        <w:t>e);</w:t>
      </w:r>
    </w:p>
    <w:p w:rsidR="00C36A3C" w:rsidRPr="0065187A" w:rsidRDefault="00C36A3C" w:rsidP="0065187A"/>
    <w:p w:rsidR="00C36A3C" w:rsidRDefault="00C36A3C" w:rsidP="0065187A">
      <w:r>
        <w:t>Or you can style the hyperlink by using a style definition. After defining a style you have to set the third parameter to the name of your style.</w:t>
      </w:r>
    </w:p>
    <w:p w:rsidR="00C36A3C" w:rsidRDefault="00C36A3C" w:rsidP="0065187A"/>
    <w:p w:rsidR="00C36A3C" w:rsidRPr="008F3BD1" w:rsidRDefault="00C36A3C" w:rsidP="0065187A">
      <w:pPr>
        <w:pStyle w:val="PHP-Code"/>
      </w:pPr>
      <w:r>
        <w:t>$linkS</w:t>
      </w:r>
      <w:r w:rsidRPr="008F3BD1">
        <w:t>tyle = array('color'=&gt;'0000FF',</w:t>
      </w:r>
    </w:p>
    <w:p w:rsidR="00C36A3C" w:rsidRDefault="00C36A3C" w:rsidP="0065187A">
      <w:pPr>
        <w:pStyle w:val="PHP-Code"/>
      </w:pPr>
      <w:r w:rsidRPr="008F3BD1">
        <w:tab/>
      </w:r>
      <w:r w:rsidRPr="008F3BD1">
        <w:tab/>
      </w:r>
      <w:r w:rsidRPr="008F3BD1">
        <w:tab/>
        <w:t xml:space="preserve"> </w:t>
      </w:r>
      <w:r>
        <w:t>'underline'=&gt;PHPWord_Style_Font::UNDERLINE_SINGLE);</w:t>
      </w:r>
    </w:p>
    <w:p w:rsidR="00C36A3C" w:rsidRDefault="00C36A3C" w:rsidP="0065187A">
      <w:pPr>
        <w:pStyle w:val="PHP-Code"/>
      </w:pPr>
      <w:r>
        <w:t>$PHPWord-&gt;addLinkStyle('myHyperlinkStyle', $linkS</w:t>
      </w:r>
      <w:r w:rsidRPr="008F3BD1">
        <w:t>tyle</w:t>
      </w:r>
      <w:r>
        <w:t>);</w:t>
      </w:r>
    </w:p>
    <w:p w:rsidR="00C36A3C" w:rsidRDefault="00C36A3C" w:rsidP="0065187A">
      <w:pPr>
        <w:pStyle w:val="PHP-Code"/>
      </w:pPr>
      <w:r>
        <w:t>$section-&gt;addLink('http://www.google.de', null, 'myHyperlinkStyle');</w:t>
      </w:r>
    </w:p>
    <w:p w:rsidR="00C36A3C" w:rsidRDefault="00C36A3C" w:rsidP="00EA1CDB"/>
    <w:p w:rsidR="00C36A3C" w:rsidRPr="00EA1CDB" w:rsidRDefault="00C36A3C" w:rsidP="00EA1CDB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 w:rsidRPr="00EA1CDB">
              <w:rPr>
                <w:color w:val="FFFFFF"/>
              </w:rPr>
              <w:t>addLinkStyle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$styleName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The name of the Link style.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>
              <w:t>$styles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Link style. All font style properties are possible. See the chapter "Style text elements" for more information.</w:t>
            </w:r>
          </w:p>
        </w:tc>
      </w:tr>
    </w:tbl>
    <w:p w:rsidR="00C36A3C" w:rsidRDefault="00C36A3C" w:rsidP="00DB77D2"/>
    <w:p w:rsidR="00C36A3C" w:rsidRDefault="00C36A3C" w:rsidP="00DB77D2"/>
    <w:p w:rsidR="00C36A3C" w:rsidRDefault="00C36A3C" w:rsidP="00256931">
      <w:pPr>
        <w:pStyle w:val="Heading1"/>
      </w:pPr>
      <w:bookmarkStart w:id="82" w:name="_Toc256790329"/>
      <w:bookmarkStart w:id="83" w:name="_Toc342676961"/>
      <w:r>
        <w:t>Images</w:t>
      </w:r>
      <w:bookmarkEnd w:id="82"/>
      <w:bookmarkEnd w:id="83"/>
    </w:p>
    <w:p w:rsidR="00C36A3C" w:rsidRDefault="00C36A3C" w:rsidP="007A0321"/>
    <w:p w:rsidR="00C36A3C" w:rsidRDefault="00C36A3C" w:rsidP="007A0321">
      <w:pPr>
        <w:pStyle w:val="Heading2"/>
      </w:pPr>
      <w:bookmarkStart w:id="84" w:name="_Toc256790330"/>
      <w:bookmarkStart w:id="85" w:name="_Toc342676962"/>
      <w:r>
        <w:t>Add images</w:t>
      </w:r>
      <w:bookmarkEnd w:id="84"/>
      <w:bookmarkEnd w:id="85"/>
    </w:p>
    <w:p w:rsidR="00C36A3C" w:rsidRDefault="00C36A3C" w:rsidP="007A0321"/>
    <w:p w:rsidR="00C36A3C" w:rsidRDefault="00C36A3C" w:rsidP="007A0321">
      <w:r>
        <w:t>To add an image use the function addImage:</w:t>
      </w:r>
    </w:p>
    <w:p w:rsidR="00C36A3C" w:rsidRDefault="00C36A3C" w:rsidP="007A0321"/>
    <w:p w:rsidR="00C36A3C" w:rsidRPr="007A0321" w:rsidRDefault="00C36A3C" w:rsidP="007A0321">
      <w:pPr>
        <w:pStyle w:val="PHP-Code"/>
      </w:pPr>
      <w:r w:rsidRPr="007A0321">
        <w:t>$section-&gt;addImage(</w:t>
      </w:r>
      <w:r>
        <w:t xml:space="preserve"> </w:t>
      </w:r>
      <w:r w:rsidRPr="00EA1CDB">
        <w:t>$src</w:t>
      </w:r>
      <w:r>
        <w:t>, [</w:t>
      </w:r>
      <w:r w:rsidRPr="00EA1CDB">
        <w:t>$style</w:t>
      </w:r>
      <w:r>
        <w:t xml:space="preserve">] </w:t>
      </w:r>
      <w:r w:rsidRPr="007A0321">
        <w:t>);</w:t>
      </w:r>
    </w:p>
    <w:p w:rsidR="00C36A3C" w:rsidRDefault="00C36A3C" w:rsidP="007A0321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addImage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$s</w:t>
            </w:r>
            <w:r>
              <w:t>rc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Path to the image on the web server. The path can be a relative or a absolute path.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>
              <w:t>$</w:t>
            </w:r>
            <w:r w:rsidRPr="00EA1CDB">
              <w:t>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Image style.</w:t>
            </w:r>
          </w:p>
        </w:tc>
      </w:tr>
    </w:tbl>
    <w:p w:rsidR="00C36A3C" w:rsidRDefault="00C36A3C" w:rsidP="007A0321"/>
    <w:p w:rsidR="00C36A3C" w:rsidRPr="007A0321" w:rsidRDefault="00C36A3C" w:rsidP="007A0321">
      <w:pPr>
        <w:pStyle w:val="Heading2"/>
      </w:pPr>
      <w:bookmarkStart w:id="86" w:name="_Toc256790331"/>
      <w:bookmarkStart w:id="87" w:name="_Toc342676963"/>
      <w:r>
        <w:t>Style images</w:t>
      </w:r>
      <w:bookmarkEnd w:id="86"/>
      <w:bookmarkEnd w:id="87"/>
    </w:p>
    <w:p w:rsidR="00C36A3C" w:rsidRDefault="00C36A3C" w:rsidP="00256931"/>
    <w:p w:rsidR="00C36A3C" w:rsidRDefault="00C36A3C" w:rsidP="005F6CBC">
      <w:r>
        <w:t>To style an image you can only use an array:</w:t>
      </w:r>
    </w:p>
    <w:p w:rsidR="00C36A3C" w:rsidRDefault="00C36A3C" w:rsidP="005F6CBC"/>
    <w:p w:rsidR="00C36A3C" w:rsidRDefault="00C36A3C" w:rsidP="005F6CBC">
      <w:pPr>
        <w:pStyle w:val="PHP-Code"/>
      </w:pPr>
      <w:r>
        <w:t>$imageStyle = array('width'=&gt;350, 'height'=&gt;350, 'align'=&gt;'center');</w:t>
      </w:r>
    </w:p>
    <w:p w:rsidR="00C36A3C" w:rsidRPr="007A0321" w:rsidRDefault="00C36A3C" w:rsidP="005F6CBC">
      <w:pPr>
        <w:pStyle w:val="PHP-Code"/>
      </w:pPr>
      <w:r w:rsidRPr="007A0321">
        <w:t>$section-&gt;addImage('EARTH.jpg'</w:t>
      </w:r>
      <w:r>
        <w:t>, $imageStyle</w:t>
      </w:r>
      <w:r w:rsidRPr="007A0321">
        <w:t>);</w:t>
      </w:r>
    </w:p>
    <w:p w:rsidR="00C36A3C" w:rsidRDefault="00C36A3C" w:rsidP="005F6CBC"/>
    <w:p w:rsidR="00C36A3C" w:rsidRDefault="00C36A3C" w:rsidP="005F6CBC">
      <w:pPr>
        <w:pStyle w:val="Heading2"/>
      </w:pPr>
      <w:bookmarkStart w:id="88" w:name="_Toc256790332"/>
      <w:bookmarkStart w:id="89" w:name="_Toc342676964"/>
      <w:r>
        <w:t>Available style properties</w:t>
      </w:r>
      <w:bookmarkEnd w:id="88"/>
      <w:bookmarkEnd w:id="89"/>
    </w:p>
    <w:p w:rsidR="00C36A3C" w:rsidRDefault="00C36A3C" w:rsidP="005F6CBC"/>
    <w:p w:rsidR="00C36A3C" w:rsidRPr="00541D75" w:rsidRDefault="00C36A3C" w:rsidP="005F6CBC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5F6CB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044C64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044C64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044C64">
            <w:r>
              <w:t>width</w:t>
            </w:r>
          </w:p>
        </w:tc>
        <w:tc>
          <w:tcPr>
            <w:tcW w:w="6615" w:type="dxa"/>
          </w:tcPr>
          <w:p w:rsidR="00C36A3C" w:rsidRDefault="00C36A3C" w:rsidP="00044C64">
            <w:r>
              <w:t>Image width in pixel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044C64">
            <w:r>
              <w:t>height</w:t>
            </w:r>
          </w:p>
        </w:tc>
        <w:tc>
          <w:tcPr>
            <w:tcW w:w="6615" w:type="dxa"/>
          </w:tcPr>
          <w:p w:rsidR="00C36A3C" w:rsidRDefault="00C36A3C" w:rsidP="00044C64">
            <w:r>
              <w:t>Image height in pixel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044C64">
            <w:r>
              <w:t>align</w:t>
            </w:r>
          </w:p>
        </w:tc>
        <w:tc>
          <w:tcPr>
            <w:tcW w:w="6615" w:type="dxa"/>
          </w:tcPr>
          <w:p w:rsidR="00C36A3C" w:rsidRDefault="00C36A3C" w:rsidP="00044C64">
            <w:r>
              <w:t>Image alignment in the document. Possible are:</w:t>
            </w:r>
          </w:p>
          <w:p w:rsidR="00C36A3C" w:rsidRDefault="00C36A3C" w:rsidP="005F6CBC">
            <w:pPr>
              <w:numPr>
                <w:ilvl w:val="0"/>
                <w:numId w:val="4"/>
              </w:numPr>
            </w:pPr>
            <w:r>
              <w:t>left</w:t>
            </w:r>
          </w:p>
          <w:p w:rsidR="00C36A3C" w:rsidRDefault="00C36A3C" w:rsidP="005F6CBC">
            <w:pPr>
              <w:numPr>
                <w:ilvl w:val="0"/>
                <w:numId w:val="4"/>
              </w:numPr>
            </w:pPr>
            <w:r>
              <w:t>right</w:t>
            </w:r>
          </w:p>
          <w:p w:rsidR="00C36A3C" w:rsidRDefault="00C36A3C" w:rsidP="005F6CBC">
            <w:pPr>
              <w:numPr>
                <w:ilvl w:val="0"/>
                <w:numId w:val="4"/>
              </w:numPr>
            </w:pPr>
            <w:r>
              <w:t>center</w:t>
            </w:r>
          </w:p>
        </w:tc>
      </w:tr>
    </w:tbl>
    <w:p w:rsidR="00C36A3C" w:rsidRDefault="00C36A3C" w:rsidP="005F6CBC"/>
    <w:p w:rsidR="00C36A3C" w:rsidRDefault="00C36A3C" w:rsidP="005F6CBC">
      <w:r>
        <w:t>If no width and height is given, PHPWord tries to detect the width / height properties by using the native PHP function "</w:t>
      </w:r>
      <w:r w:rsidRPr="00DA19F9">
        <w:t>getimagesize</w:t>
      </w:r>
      <w:r>
        <w:t>".</w:t>
      </w:r>
    </w:p>
    <w:p w:rsidR="00C36A3C" w:rsidRDefault="00C36A3C" w:rsidP="00A206F7"/>
    <w:p w:rsidR="00C36A3C" w:rsidRDefault="00C36A3C" w:rsidP="00A206F7">
      <w:r>
        <w:t xml:space="preserve">PHPWord supports the image types gif, jpeg, png, </w:t>
      </w:r>
      <w:r w:rsidRPr="00A206F7">
        <w:t>bmp</w:t>
      </w:r>
      <w:r>
        <w:t>, tiff.</w:t>
      </w:r>
    </w:p>
    <w:p w:rsidR="00C36A3C" w:rsidRDefault="00C36A3C" w:rsidP="00A206F7"/>
    <w:p w:rsidR="00C36A3C" w:rsidRDefault="00C36A3C" w:rsidP="00A206F7"/>
    <w:p w:rsidR="00C36A3C" w:rsidRDefault="00C36A3C" w:rsidP="006B53A8">
      <w:pPr>
        <w:pStyle w:val="Heading2"/>
      </w:pPr>
      <w:bookmarkStart w:id="90" w:name="_Toc256790333"/>
      <w:bookmarkStart w:id="91" w:name="_Toc342676965"/>
      <w:r>
        <w:t>Add memory images</w:t>
      </w:r>
      <w:bookmarkEnd w:id="90"/>
      <w:bookmarkEnd w:id="91"/>
    </w:p>
    <w:p w:rsidR="00C36A3C" w:rsidRDefault="00C36A3C" w:rsidP="00A206F7"/>
    <w:p w:rsidR="00C36A3C" w:rsidRDefault="00C36A3C" w:rsidP="00A206F7">
      <w:r>
        <w:t>You can also add images that have been created by GD. To add an GD image use the function addMemoryImage:</w:t>
      </w:r>
    </w:p>
    <w:p w:rsidR="00C36A3C" w:rsidRDefault="00C36A3C" w:rsidP="00A206F7"/>
    <w:p w:rsidR="00C36A3C" w:rsidRDefault="00C36A3C" w:rsidP="00DA4F3B">
      <w:pPr>
        <w:pStyle w:val="PHP-Code"/>
      </w:pPr>
      <w:r w:rsidRPr="00DA4F3B">
        <w:t>$section-&gt;addMemoryImage(</w:t>
      </w:r>
      <w:r>
        <w:t xml:space="preserve"> $link, [$style] );</w:t>
      </w:r>
    </w:p>
    <w:p w:rsidR="00C36A3C" w:rsidRDefault="00C36A3C" w:rsidP="00DA4F3B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addMemoryImage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</w:t>
            </w:r>
            <w:r>
              <w:t>link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The first parameter indicates the source to the PHP File</w:t>
            </w:r>
            <w:r w:rsidRPr="00EA1CDB">
              <w:rPr>
                <w:b/>
                <w:bCs/>
              </w:rPr>
              <w:t xml:space="preserve">. Important note: You have to set the source path absolutely (like you are calling the PHP File in your Browser), otherwise PHPWord will </w:t>
            </w:r>
            <w:r>
              <w:rPr>
                <w:b/>
                <w:bCs/>
              </w:rPr>
              <w:t>throw an error</w:t>
            </w:r>
            <w:r w:rsidRPr="00EA1CDB">
              <w:rPr>
                <w:b/>
                <w:bCs/>
              </w:rPr>
              <w:t xml:space="preserve"> and will not insert the image.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>
              <w:t>$</w:t>
            </w:r>
            <w:r w:rsidRPr="00EA1CDB">
              <w:t>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Image style.</w:t>
            </w:r>
          </w:p>
        </w:tc>
      </w:tr>
    </w:tbl>
    <w:p w:rsidR="00C36A3C" w:rsidRDefault="00C36A3C" w:rsidP="00DA4F3B"/>
    <w:p w:rsidR="00C36A3C" w:rsidRDefault="00C36A3C" w:rsidP="00DA4F3B">
      <w:r>
        <w:t>Example:</w:t>
      </w:r>
    </w:p>
    <w:p w:rsidR="00C36A3C" w:rsidRDefault="00C36A3C" w:rsidP="00DA4F3B"/>
    <w:p w:rsidR="00C36A3C" w:rsidRDefault="00C36A3C" w:rsidP="00EA1CDB">
      <w:pPr>
        <w:pStyle w:val="PHP-Code"/>
      </w:pPr>
      <w:r w:rsidRPr="00DA4F3B">
        <w:t>$section-&gt;addMemoryImage('http://l</w:t>
      </w:r>
      <w:r>
        <w:t>ocalhost/image.php');</w:t>
      </w:r>
    </w:p>
    <w:p w:rsidR="00C36A3C" w:rsidRDefault="00C36A3C" w:rsidP="00DA4F3B"/>
    <w:p w:rsidR="00C36A3C" w:rsidRDefault="00C36A3C" w:rsidP="00DA4F3B">
      <w:r>
        <w:t>You can style the GD images the same way you style native images.</w:t>
      </w:r>
    </w:p>
    <w:p w:rsidR="00C36A3C" w:rsidRDefault="00C36A3C" w:rsidP="00DA4F3B"/>
    <w:p w:rsidR="00C36A3C" w:rsidRDefault="00C36A3C" w:rsidP="00DA4F3B">
      <w:r>
        <w:t>PHPWord supports the GD types png, jpeg, gif.</w:t>
      </w:r>
    </w:p>
    <w:p w:rsidR="00C36A3C" w:rsidRDefault="00C36A3C" w:rsidP="00DA4F3B"/>
    <w:p w:rsidR="00C36A3C" w:rsidRDefault="00C36A3C" w:rsidP="00DA4F3B"/>
    <w:p w:rsidR="00C36A3C" w:rsidRDefault="00C36A3C" w:rsidP="00F77A35">
      <w:pPr>
        <w:pStyle w:val="Heading2"/>
      </w:pPr>
      <w:bookmarkStart w:id="92" w:name="_Toc342676966"/>
      <w:r>
        <w:t>Add watermarks</w:t>
      </w:r>
      <w:bookmarkEnd w:id="92"/>
    </w:p>
    <w:p w:rsidR="00C36A3C" w:rsidRDefault="00C36A3C" w:rsidP="00F77A35"/>
    <w:p w:rsidR="00C36A3C" w:rsidRPr="00F77A35" w:rsidRDefault="00C36A3C" w:rsidP="00F77A35">
      <w:r>
        <w:t>To add a watermark your section needs a header reference. After creating a header, you can use the addWatermark function to add a watermark.</w:t>
      </w:r>
    </w:p>
    <w:p w:rsidR="00C36A3C" w:rsidRDefault="00C36A3C" w:rsidP="00DA4F3B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61304A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addWatermark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61304A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61304A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61304A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61304A">
            <w:r w:rsidRPr="00EA1CDB">
              <w:t>$</w:t>
            </w:r>
            <w:r>
              <w:t>src</w:t>
            </w:r>
          </w:p>
        </w:tc>
        <w:tc>
          <w:tcPr>
            <w:tcW w:w="1572" w:type="dxa"/>
          </w:tcPr>
          <w:p w:rsidR="00C36A3C" w:rsidRDefault="00C36A3C" w:rsidP="0061304A">
            <w:r>
              <w:t>String</w:t>
            </w:r>
          </w:p>
        </w:tc>
        <w:tc>
          <w:tcPr>
            <w:tcW w:w="5682" w:type="dxa"/>
          </w:tcPr>
          <w:p w:rsidR="00C36A3C" w:rsidRDefault="00C36A3C" w:rsidP="0061304A">
            <w:r>
              <w:t>The source of the watermark image.</w:t>
            </w:r>
            <w:r w:rsidRPr="00EA1CDB">
              <w:rPr>
                <w:b/>
                <w:bCs/>
              </w:rPr>
              <w:t xml:space="preserve"> 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61304A">
            <w:r>
              <w:t>$</w:t>
            </w:r>
            <w:r w:rsidRPr="00EA1CDB">
              <w:t>style</w:t>
            </w:r>
          </w:p>
        </w:tc>
        <w:tc>
          <w:tcPr>
            <w:tcW w:w="1572" w:type="dxa"/>
          </w:tcPr>
          <w:p w:rsidR="00C36A3C" w:rsidRDefault="00C36A3C" w:rsidP="0061304A">
            <w:r>
              <w:t>Array</w:t>
            </w:r>
          </w:p>
        </w:tc>
        <w:tc>
          <w:tcPr>
            <w:tcW w:w="5682" w:type="dxa"/>
          </w:tcPr>
          <w:p w:rsidR="00C36A3C" w:rsidRDefault="00C36A3C" w:rsidP="0061304A">
            <w:r>
              <w:t>Image style.</w:t>
            </w:r>
          </w:p>
        </w:tc>
      </w:tr>
    </w:tbl>
    <w:p w:rsidR="00C36A3C" w:rsidRDefault="00C36A3C" w:rsidP="00DA4F3B"/>
    <w:p w:rsidR="00C36A3C" w:rsidRDefault="00C36A3C" w:rsidP="00DA4F3B">
      <w:r>
        <w:t>Because watermarks are always absolute positioned, a watermark has two more style properties:</w:t>
      </w:r>
    </w:p>
    <w:p w:rsidR="00C36A3C" w:rsidRDefault="00C36A3C" w:rsidP="00DA4F3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61304A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61304A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61304A">
            <w:r>
              <w:t>marginLeft</w:t>
            </w:r>
          </w:p>
        </w:tc>
        <w:tc>
          <w:tcPr>
            <w:tcW w:w="6615" w:type="dxa"/>
          </w:tcPr>
          <w:p w:rsidR="00C36A3C" w:rsidRDefault="00C36A3C" w:rsidP="0061304A">
            <w:r>
              <w:t>Margin left from Section border in pixel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61304A">
            <w:r>
              <w:t>marginTop</w:t>
            </w:r>
          </w:p>
        </w:tc>
        <w:tc>
          <w:tcPr>
            <w:tcW w:w="6615" w:type="dxa"/>
          </w:tcPr>
          <w:p w:rsidR="00C36A3C" w:rsidRDefault="00C36A3C" w:rsidP="0061304A">
            <w:r>
              <w:t>Margin top from Section border in pixel</w:t>
            </w:r>
          </w:p>
        </w:tc>
      </w:tr>
    </w:tbl>
    <w:p w:rsidR="00C36A3C" w:rsidRDefault="00C36A3C" w:rsidP="00DA4F3B"/>
    <w:p w:rsidR="00C36A3C" w:rsidRDefault="00C36A3C" w:rsidP="00DA4F3B"/>
    <w:p w:rsidR="00C36A3C" w:rsidRDefault="00C36A3C" w:rsidP="00895320">
      <w:pPr>
        <w:pStyle w:val="Heading1"/>
      </w:pPr>
      <w:bookmarkStart w:id="93" w:name="_Toc256790334"/>
      <w:bookmarkStart w:id="94" w:name="_Toc342676967"/>
      <w:r>
        <w:t>Add objects</w:t>
      </w:r>
      <w:bookmarkEnd w:id="93"/>
      <w:bookmarkEnd w:id="94"/>
    </w:p>
    <w:p w:rsidR="00C36A3C" w:rsidRDefault="00C36A3C" w:rsidP="00895320"/>
    <w:p w:rsidR="00C36A3C" w:rsidRDefault="00C36A3C" w:rsidP="00895320">
      <w:r>
        <w:t>You can add OLE embeddings to the document by using the function addObject:</w:t>
      </w:r>
    </w:p>
    <w:p w:rsidR="00C36A3C" w:rsidRDefault="00C36A3C" w:rsidP="00895320"/>
    <w:p w:rsidR="00C36A3C" w:rsidRDefault="00C36A3C" w:rsidP="00D70984">
      <w:pPr>
        <w:pStyle w:val="PHP-Code"/>
      </w:pPr>
      <w:r>
        <w:t xml:space="preserve">$section-&gt;addObject( $src, [$style] </w:t>
      </w:r>
      <w:r w:rsidRPr="00D70984">
        <w:t>);</w:t>
      </w:r>
    </w:p>
    <w:p w:rsidR="00C36A3C" w:rsidRDefault="00C36A3C" w:rsidP="00D70984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addObject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$s</w:t>
            </w:r>
            <w:r>
              <w:t>rc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Path to the file on the web server. The path can be a relative or a absolute path.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>
              <w:t>$</w:t>
            </w:r>
            <w:r w:rsidRPr="00EA1CDB">
              <w:t>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Object style.</w:t>
            </w:r>
          </w:p>
        </w:tc>
      </w:tr>
    </w:tbl>
    <w:p w:rsidR="00C36A3C" w:rsidRDefault="00C36A3C" w:rsidP="00D70984"/>
    <w:p w:rsidR="00C36A3C" w:rsidRDefault="00C36A3C" w:rsidP="00D70984">
      <w:r>
        <w:t>There is only one style property for an object:</w:t>
      </w:r>
    </w:p>
    <w:p w:rsidR="00C36A3C" w:rsidRDefault="00C36A3C" w:rsidP="00D70984"/>
    <w:p w:rsidR="00C36A3C" w:rsidRPr="00541D75" w:rsidRDefault="00C36A3C" w:rsidP="00D70984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D7098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B43168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B43168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Default="00C36A3C" w:rsidP="00B43168">
            <w:r>
              <w:t>align</w:t>
            </w:r>
          </w:p>
        </w:tc>
        <w:tc>
          <w:tcPr>
            <w:tcW w:w="6615" w:type="dxa"/>
          </w:tcPr>
          <w:p w:rsidR="00C36A3C" w:rsidRDefault="00C36A3C" w:rsidP="00D70984">
            <w:r>
              <w:t>Image alignment in the document. Possible are:</w:t>
            </w:r>
          </w:p>
          <w:p w:rsidR="00C36A3C" w:rsidRDefault="00C36A3C" w:rsidP="00D70984">
            <w:pPr>
              <w:numPr>
                <w:ilvl w:val="0"/>
                <w:numId w:val="4"/>
              </w:numPr>
            </w:pPr>
            <w:r>
              <w:t>left</w:t>
            </w:r>
          </w:p>
          <w:p w:rsidR="00C36A3C" w:rsidRDefault="00C36A3C" w:rsidP="00D70984">
            <w:pPr>
              <w:numPr>
                <w:ilvl w:val="0"/>
                <w:numId w:val="4"/>
              </w:numPr>
            </w:pPr>
            <w:r>
              <w:t>right</w:t>
            </w:r>
          </w:p>
          <w:p w:rsidR="00C36A3C" w:rsidRDefault="00C36A3C" w:rsidP="00D70984">
            <w:pPr>
              <w:numPr>
                <w:ilvl w:val="0"/>
                <w:numId w:val="4"/>
              </w:numPr>
            </w:pPr>
            <w:r>
              <w:t>center</w:t>
            </w:r>
          </w:p>
        </w:tc>
      </w:tr>
    </w:tbl>
    <w:p w:rsidR="00C36A3C" w:rsidRDefault="00C36A3C" w:rsidP="00D70984"/>
    <w:p w:rsidR="00C36A3C" w:rsidRDefault="00C36A3C" w:rsidP="00EA1CDB">
      <w:r>
        <w:t>PHPWord supports the object types XLS, DOC, PPT.</w:t>
      </w:r>
    </w:p>
    <w:p w:rsidR="00C36A3C" w:rsidRDefault="00C36A3C" w:rsidP="00EA1CDB"/>
    <w:p w:rsidR="00C36A3C" w:rsidRDefault="00C36A3C" w:rsidP="002D7289"/>
    <w:p w:rsidR="00C36A3C" w:rsidRDefault="00C36A3C" w:rsidP="0038423A">
      <w:pPr>
        <w:pStyle w:val="Heading1"/>
      </w:pPr>
      <w:bookmarkStart w:id="95" w:name="_Toc256790335"/>
      <w:bookmarkStart w:id="96" w:name="_Toc342676968"/>
      <w:r>
        <w:t>Add titles</w:t>
      </w:r>
      <w:bookmarkEnd w:id="95"/>
      <w:bookmarkEnd w:id="96"/>
    </w:p>
    <w:p w:rsidR="00C36A3C" w:rsidRDefault="00C36A3C" w:rsidP="0038423A"/>
    <w:p w:rsidR="00C36A3C" w:rsidRDefault="00C36A3C" w:rsidP="0038423A">
      <w:r>
        <w:t>If you want to structure your document, or if you want to build table of contents you need titles. To add a title to the document use the functions addTitleStyle and addTitle:</w:t>
      </w:r>
    </w:p>
    <w:p w:rsidR="00C36A3C" w:rsidRDefault="00C36A3C" w:rsidP="0038423A"/>
    <w:p w:rsidR="00C36A3C" w:rsidRDefault="00C36A3C" w:rsidP="0038423A">
      <w:pPr>
        <w:pStyle w:val="PHP-Code"/>
      </w:pPr>
      <w:r w:rsidRPr="008E5264">
        <w:t>$PHPWord-&gt;addTitleStyle(</w:t>
      </w:r>
      <w:r>
        <w:t xml:space="preserve"> </w:t>
      </w:r>
      <w:r w:rsidRPr="009D0D26">
        <w:rPr>
          <w:color w:val="auto"/>
        </w:rPr>
        <w:t>$titleCount</w:t>
      </w:r>
      <w:r w:rsidRPr="008E5264">
        <w:t xml:space="preserve">, </w:t>
      </w:r>
      <w:r>
        <w:t xml:space="preserve">[$fontStyle] </w:t>
      </w:r>
      <w:r w:rsidRPr="008E5264">
        <w:t>);</w:t>
      </w:r>
    </w:p>
    <w:p w:rsidR="00C36A3C" w:rsidRDefault="00C36A3C" w:rsidP="0038423A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 w:rsidRPr="009D0D26">
              <w:rPr>
                <w:color w:val="FFFFFF"/>
              </w:rPr>
              <w:t>addTitleStyle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$s</w:t>
            </w:r>
            <w:r>
              <w:t>rc</w:t>
            </w:r>
          </w:p>
        </w:tc>
        <w:tc>
          <w:tcPr>
            <w:tcW w:w="1572" w:type="dxa"/>
          </w:tcPr>
          <w:p w:rsidR="00C36A3C" w:rsidRDefault="00C36A3C" w:rsidP="00710FBE">
            <w:r>
              <w:t>Integer</w:t>
            </w:r>
          </w:p>
        </w:tc>
        <w:tc>
          <w:tcPr>
            <w:tcW w:w="5682" w:type="dxa"/>
          </w:tcPr>
          <w:p w:rsidR="00C36A3C" w:rsidRDefault="00C36A3C" w:rsidP="00710FBE">
            <w:r>
              <w:t>Layer of the title element. PHPWord supports up to nine layers of titles.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>
              <w:t>$fontStyle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Title font style, every property of PHPWord_Style_Font is possible. See the chapter "Style text elements" for more information.</w:t>
            </w:r>
          </w:p>
        </w:tc>
      </w:tr>
    </w:tbl>
    <w:p w:rsidR="00C36A3C" w:rsidRDefault="00C36A3C" w:rsidP="0038423A"/>
    <w:p w:rsidR="00C36A3C" w:rsidRDefault="00C36A3C" w:rsidP="0038423A"/>
    <w:p w:rsidR="00C36A3C" w:rsidRDefault="00C36A3C" w:rsidP="008E5264">
      <w:r w:rsidRPr="008E5264">
        <w:rPr>
          <w:b/>
          <w:bCs/>
        </w:rPr>
        <w:t xml:space="preserve">Its necessary to add a Title Style to your document because Word otherwise won't detect the title as a </w:t>
      </w:r>
      <w:r>
        <w:rPr>
          <w:b/>
          <w:bCs/>
        </w:rPr>
        <w:t>real</w:t>
      </w:r>
      <w:r w:rsidRPr="008E5264">
        <w:rPr>
          <w:b/>
          <w:bCs/>
        </w:rPr>
        <w:t xml:space="preserve"> title.</w:t>
      </w:r>
    </w:p>
    <w:p w:rsidR="00C36A3C" w:rsidRDefault="00C36A3C" w:rsidP="0038423A"/>
    <w:p w:rsidR="00C36A3C" w:rsidRDefault="00C36A3C" w:rsidP="0038423A">
      <w:r>
        <w:t>After defining a title style, adding a title is simple. Use the function addTitle:</w:t>
      </w:r>
    </w:p>
    <w:p w:rsidR="00C36A3C" w:rsidRDefault="00C36A3C" w:rsidP="0038423A"/>
    <w:p w:rsidR="00C36A3C" w:rsidRDefault="00C36A3C" w:rsidP="008E5264">
      <w:pPr>
        <w:pStyle w:val="PHP-Code"/>
      </w:pPr>
      <w:r>
        <w:t xml:space="preserve">$section-&gt;addTitle( $text, </w:t>
      </w:r>
      <w:r>
        <w:rPr>
          <w:color w:val="auto"/>
        </w:rPr>
        <w:t>[</w:t>
      </w:r>
      <w:r w:rsidRPr="009D0D26">
        <w:rPr>
          <w:color w:val="auto"/>
        </w:rPr>
        <w:t>$depth]</w:t>
      </w:r>
      <w:r>
        <w:rPr>
          <w:color w:val="0000FF"/>
        </w:rPr>
        <w:t xml:space="preserve"> </w:t>
      </w:r>
      <w:r w:rsidRPr="00D70984">
        <w:t>);</w:t>
      </w:r>
    </w:p>
    <w:p w:rsidR="00C36A3C" w:rsidRDefault="00C36A3C" w:rsidP="0038423A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addTitle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EA1CDB" w:rsidRDefault="00C36A3C" w:rsidP="00710FBE">
            <w:r w:rsidRPr="00EA1CDB">
              <w:t>$</w:t>
            </w:r>
            <w:r>
              <w:t>text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5682" w:type="dxa"/>
          </w:tcPr>
          <w:p w:rsidR="00C36A3C" w:rsidRDefault="00C36A3C" w:rsidP="00710FBE">
            <w:r>
              <w:t>Text of the title that appears in the document.</w:t>
            </w:r>
          </w:p>
        </w:tc>
      </w:tr>
      <w:tr w:rsidR="00C36A3C">
        <w:tc>
          <w:tcPr>
            <w:tcW w:w="2034" w:type="dxa"/>
          </w:tcPr>
          <w:p w:rsidR="00C36A3C" w:rsidRPr="009D0D26" w:rsidRDefault="00C36A3C" w:rsidP="00710FBE">
            <w:r w:rsidRPr="009D0D26">
              <w:t>$depth</w:t>
            </w:r>
          </w:p>
        </w:tc>
        <w:tc>
          <w:tcPr>
            <w:tcW w:w="1572" w:type="dxa"/>
          </w:tcPr>
          <w:p w:rsidR="00C36A3C" w:rsidRDefault="00C36A3C" w:rsidP="00710FBE">
            <w:r>
              <w:t>Integer</w:t>
            </w:r>
          </w:p>
        </w:tc>
        <w:tc>
          <w:tcPr>
            <w:tcW w:w="5682" w:type="dxa"/>
          </w:tcPr>
          <w:p w:rsidR="00C36A3C" w:rsidRDefault="00C36A3C" w:rsidP="00710FBE">
            <w:r>
              <w:t>Depth of the title element. The text will appear in the matching style you have defined by using the function addTitleStyle.</w:t>
            </w:r>
          </w:p>
        </w:tc>
      </w:tr>
    </w:tbl>
    <w:p w:rsidR="00C36A3C" w:rsidRDefault="00C36A3C" w:rsidP="0038423A"/>
    <w:p w:rsidR="00C36A3C" w:rsidRDefault="00C36A3C" w:rsidP="0038423A"/>
    <w:p w:rsidR="00C36A3C" w:rsidRDefault="00C36A3C" w:rsidP="00390009">
      <w:pPr>
        <w:pStyle w:val="Heading1"/>
      </w:pPr>
      <w:bookmarkStart w:id="97" w:name="_Toc256790336"/>
      <w:bookmarkStart w:id="98" w:name="_Toc342676969"/>
      <w:r>
        <w:t>Add table-of-contents</w:t>
      </w:r>
      <w:bookmarkEnd w:id="97"/>
      <w:bookmarkEnd w:id="98"/>
    </w:p>
    <w:p w:rsidR="00C36A3C" w:rsidRDefault="00C36A3C" w:rsidP="00731267"/>
    <w:p w:rsidR="00C36A3C" w:rsidRDefault="00C36A3C" w:rsidP="00731267">
      <w:r>
        <w:t>To add a table-of-contents you can use the function addTOC:</w:t>
      </w:r>
    </w:p>
    <w:p w:rsidR="00C36A3C" w:rsidRDefault="00C36A3C" w:rsidP="00731267"/>
    <w:p w:rsidR="00C36A3C" w:rsidRPr="00731267" w:rsidRDefault="00C36A3C" w:rsidP="00731267">
      <w:pPr>
        <w:pStyle w:val="PHP-Code"/>
      </w:pPr>
      <w:r w:rsidRPr="00731267">
        <w:t>$styleTOC = array('tabLeader'=&gt;PHPWord_Style_TOC::TABLEADER_DOT);</w:t>
      </w:r>
    </w:p>
    <w:p w:rsidR="00C36A3C" w:rsidRPr="00731267" w:rsidRDefault="00C36A3C" w:rsidP="00731267">
      <w:pPr>
        <w:pStyle w:val="PHP-Code"/>
      </w:pPr>
      <w:r w:rsidRPr="00731267">
        <w:t>$styleFont = array('spaceAfter'=&gt;60, 'name'=&gt;'Tahoma', 'size'=&gt;12);</w:t>
      </w:r>
    </w:p>
    <w:p w:rsidR="00C36A3C" w:rsidRDefault="00C36A3C" w:rsidP="00731267">
      <w:pPr>
        <w:pStyle w:val="PHP-Code"/>
      </w:pPr>
      <w:r w:rsidRPr="00731267">
        <w:t>$section-&gt;addTOC($styleFont, $styleTOC);</w:t>
      </w:r>
    </w:p>
    <w:p w:rsidR="00C36A3C" w:rsidRPr="00775E0D" w:rsidRDefault="00C36A3C" w:rsidP="00775E0D"/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addTOC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9D0D26" w:rsidRDefault="00C36A3C" w:rsidP="00710FBE">
            <w:r w:rsidRPr="009D0D26">
              <w:t>$styleFont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Font Style of the TOC. Every property of PHPWord_Style_Font is possible. See the chapter "Style text elements" for more information.</w:t>
            </w:r>
          </w:p>
        </w:tc>
      </w:tr>
      <w:tr w:rsidR="00C36A3C">
        <w:tc>
          <w:tcPr>
            <w:tcW w:w="2034" w:type="dxa"/>
          </w:tcPr>
          <w:p w:rsidR="00C36A3C" w:rsidRPr="009D0D26" w:rsidRDefault="00C36A3C" w:rsidP="00710FBE">
            <w:r>
              <w:t>$styleTOC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TOC style.</w:t>
            </w:r>
          </w:p>
        </w:tc>
      </w:tr>
    </w:tbl>
    <w:p w:rsidR="00C36A3C" w:rsidRDefault="00C36A3C" w:rsidP="00731267"/>
    <w:p w:rsidR="00C36A3C" w:rsidRDefault="00C36A3C" w:rsidP="00731267"/>
    <w:p w:rsidR="00C36A3C" w:rsidRDefault="00C36A3C" w:rsidP="00731267">
      <w:r>
        <w:t>The following TOC style properties are available:</w:t>
      </w:r>
    </w:p>
    <w:p w:rsidR="00C36A3C" w:rsidRDefault="00C36A3C" w:rsidP="00731267"/>
    <w:p w:rsidR="00C36A3C" w:rsidRPr="00CD1946" w:rsidRDefault="00C36A3C" w:rsidP="00731267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73126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6615"/>
      </w:tblGrid>
      <w:tr w:rsidR="00C36A3C">
        <w:trPr>
          <w:jc w:val="center"/>
        </w:trPr>
        <w:tc>
          <w:tcPr>
            <w:tcW w:w="1548" w:type="dxa"/>
            <w:shd w:val="clear" w:color="auto" w:fill="FFCC99"/>
          </w:tcPr>
          <w:p w:rsidR="00C36A3C" w:rsidRDefault="00C36A3C" w:rsidP="00383DAA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383DAA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Pr="00CD1946" w:rsidRDefault="00C36A3C" w:rsidP="00383DAA">
            <w:r w:rsidRPr="00CD1946">
              <w:t>tabLeader</w:t>
            </w:r>
          </w:p>
        </w:tc>
        <w:tc>
          <w:tcPr>
            <w:tcW w:w="6615" w:type="dxa"/>
          </w:tcPr>
          <w:p w:rsidR="00C36A3C" w:rsidRDefault="00C36A3C" w:rsidP="00CD1946">
            <w:r>
              <w:t>Fill type between the title text and the page number.</w:t>
            </w:r>
          </w:p>
          <w:p w:rsidR="00C36A3C" w:rsidRDefault="00C36A3C" w:rsidP="00CD1946">
            <w:r>
              <w:t>Use the defined constants in PHPWord_Style_TOC::TABLEADER_...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Pr="00CD1946" w:rsidRDefault="00C36A3C" w:rsidP="00383DAA">
            <w:r w:rsidRPr="00CD1946">
              <w:t>tabPos</w:t>
            </w:r>
          </w:p>
        </w:tc>
        <w:tc>
          <w:tcPr>
            <w:tcW w:w="6615" w:type="dxa"/>
          </w:tcPr>
          <w:p w:rsidR="00C36A3C" w:rsidRDefault="00C36A3C" w:rsidP="00CD1946">
            <w:r>
              <w:t>The position of the tab where the page number appears in twips.</w:t>
            </w:r>
          </w:p>
        </w:tc>
      </w:tr>
      <w:tr w:rsidR="00C36A3C">
        <w:trPr>
          <w:jc w:val="center"/>
        </w:trPr>
        <w:tc>
          <w:tcPr>
            <w:tcW w:w="1548" w:type="dxa"/>
          </w:tcPr>
          <w:p w:rsidR="00C36A3C" w:rsidRPr="00CD1946" w:rsidRDefault="00C36A3C" w:rsidP="00383DAA">
            <w:r>
              <w:t>Indent</w:t>
            </w:r>
          </w:p>
        </w:tc>
        <w:tc>
          <w:tcPr>
            <w:tcW w:w="6615" w:type="dxa"/>
          </w:tcPr>
          <w:p w:rsidR="00C36A3C" w:rsidRDefault="00C36A3C" w:rsidP="00CD1946">
            <w:r>
              <w:t>The indent factor of the titles in twips.</w:t>
            </w:r>
          </w:p>
        </w:tc>
      </w:tr>
    </w:tbl>
    <w:p w:rsidR="00C36A3C" w:rsidRDefault="00C36A3C" w:rsidP="00731267"/>
    <w:p w:rsidR="00C36A3C" w:rsidRDefault="00C36A3C" w:rsidP="00731267"/>
    <w:p w:rsidR="00C36A3C" w:rsidRDefault="00C36A3C" w:rsidP="00500019">
      <w:pPr>
        <w:pStyle w:val="Heading1"/>
      </w:pPr>
      <w:bookmarkStart w:id="99" w:name="_Toc256790337"/>
      <w:bookmarkStart w:id="100" w:name="_Toc342676970"/>
      <w:r>
        <w:t>Tables</w:t>
      </w:r>
      <w:bookmarkEnd w:id="99"/>
      <w:bookmarkEnd w:id="100"/>
    </w:p>
    <w:p w:rsidR="00C36A3C" w:rsidRDefault="00C36A3C" w:rsidP="00500019"/>
    <w:p w:rsidR="00C36A3C" w:rsidRDefault="00C36A3C" w:rsidP="00500019">
      <w:pPr>
        <w:pStyle w:val="Heading2"/>
      </w:pPr>
      <w:bookmarkStart w:id="101" w:name="_Toc256790338"/>
      <w:bookmarkStart w:id="102" w:name="_Toc342676971"/>
      <w:r>
        <w:t>Add tables</w:t>
      </w:r>
      <w:bookmarkEnd w:id="101"/>
      <w:bookmarkEnd w:id="102"/>
    </w:p>
    <w:p w:rsidR="00C36A3C" w:rsidRDefault="00C36A3C" w:rsidP="00500019"/>
    <w:p w:rsidR="00C36A3C" w:rsidRDefault="00C36A3C" w:rsidP="00500019">
      <w:r>
        <w:t>To add a table use the function addTable:</w:t>
      </w:r>
    </w:p>
    <w:p w:rsidR="00C36A3C" w:rsidRDefault="00C36A3C" w:rsidP="00500019"/>
    <w:p w:rsidR="00C36A3C" w:rsidRPr="00500019" w:rsidRDefault="00C36A3C" w:rsidP="00500019">
      <w:pPr>
        <w:pStyle w:val="PHP-Code"/>
      </w:pPr>
      <w:r w:rsidRPr="00500019">
        <w:t>$table = $section-&gt;addTable(</w:t>
      </w:r>
      <w:r>
        <w:t xml:space="preserve"> </w:t>
      </w:r>
      <w:r w:rsidRPr="00500019">
        <w:rPr>
          <w:i/>
          <w:iCs/>
        </w:rPr>
        <w:t>[$tableStyle]</w:t>
      </w:r>
      <w:r>
        <w:t xml:space="preserve"> </w:t>
      </w:r>
      <w:r w:rsidRPr="00500019">
        <w:t>);</w:t>
      </w:r>
    </w:p>
    <w:p w:rsidR="00C36A3C" w:rsidRDefault="00C36A3C" w:rsidP="00500019"/>
    <w:p w:rsidR="00C36A3C" w:rsidRDefault="00C36A3C" w:rsidP="00500019">
      <w:r>
        <w:t xml:space="preserve">The parameter $tableStyle is optional. See chapter "Style tables" for more information about table styles. </w:t>
      </w:r>
      <w:r w:rsidRPr="00267845">
        <w:rPr>
          <w:b/>
          <w:bCs/>
        </w:rPr>
        <w:t>Be sure to save the result of add</w:t>
      </w:r>
      <w:r>
        <w:rPr>
          <w:b/>
          <w:bCs/>
        </w:rPr>
        <w:t>T</w:t>
      </w:r>
      <w:r w:rsidRPr="00267845">
        <w:rPr>
          <w:b/>
          <w:bCs/>
        </w:rPr>
        <w:t>able in a local object.</w:t>
      </w:r>
      <w:r>
        <w:t xml:space="preserve"> You need a local object to call the following functions:</w:t>
      </w:r>
    </w:p>
    <w:p w:rsidR="00C36A3C" w:rsidRDefault="00C36A3C" w:rsidP="00500019"/>
    <w:p w:rsidR="00C36A3C" w:rsidRDefault="00C36A3C" w:rsidP="00267845">
      <w:pPr>
        <w:pStyle w:val="Heading3"/>
      </w:pPr>
      <w:bookmarkStart w:id="103" w:name="_Toc342676972"/>
      <w:r>
        <w:t>Add rows</w:t>
      </w:r>
      <w:bookmarkEnd w:id="103"/>
    </w:p>
    <w:p w:rsidR="00C36A3C" w:rsidRDefault="00C36A3C" w:rsidP="00500019"/>
    <w:p w:rsidR="00C36A3C" w:rsidRDefault="00C36A3C" w:rsidP="00500019">
      <w:pPr>
        <w:pStyle w:val="PHP-Code"/>
      </w:pPr>
      <w:r w:rsidRPr="00500019">
        <w:t>$table-&gt;addRow(</w:t>
      </w:r>
      <w:r>
        <w:t xml:space="preserve"> </w:t>
      </w:r>
      <w:r w:rsidRPr="00267845">
        <w:rPr>
          <w:i/>
          <w:iCs/>
        </w:rPr>
        <w:t>[$height]</w:t>
      </w:r>
      <w:r>
        <w:t xml:space="preserve"> </w:t>
      </w:r>
      <w:r w:rsidRPr="00500019">
        <w:t>);</w:t>
      </w:r>
    </w:p>
    <w:p w:rsidR="00C36A3C" w:rsidRDefault="00C36A3C" w:rsidP="00500019"/>
    <w:p w:rsidR="00C36A3C" w:rsidRDefault="00C36A3C" w:rsidP="00500019">
      <w:r>
        <w:t>The height of the row can be set by giving the function the parameter height in twips.</w:t>
      </w:r>
    </w:p>
    <w:p w:rsidR="00C36A3C" w:rsidRDefault="00C36A3C" w:rsidP="00500019"/>
    <w:p w:rsidR="00C36A3C" w:rsidRPr="00500019" w:rsidRDefault="00C36A3C" w:rsidP="00267845">
      <w:pPr>
        <w:pStyle w:val="Heading3"/>
      </w:pPr>
      <w:bookmarkStart w:id="104" w:name="_Toc342676973"/>
      <w:r>
        <w:t>Add cells</w:t>
      </w:r>
      <w:bookmarkEnd w:id="104"/>
    </w:p>
    <w:p w:rsidR="00C36A3C" w:rsidRPr="00267845" w:rsidRDefault="00C36A3C" w:rsidP="00267845">
      <w:bookmarkStart w:id="105" w:name="_Toc256790339"/>
    </w:p>
    <w:p w:rsidR="00C36A3C" w:rsidRDefault="00C36A3C" w:rsidP="00267845">
      <w:r>
        <w:t>Be sure that you've added a row before you add cells to your table. To add a cell use the function addCell:</w:t>
      </w:r>
    </w:p>
    <w:p w:rsidR="00C36A3C" w:rsidRDefault="00C36A3C" w:rsidP="00267845"/>
    <w:p w:rsidR="00C36A3C" w:rsidRPr="004B3AF9" w:rsidRDefault="00C36A3C" w:rsidP="004B3AF9">
      <w:pPr>
        <w:pStyle w:val="PHP-Code"/>
      </w:pPr>
      <w:r w:rsidRPr="004B3AF9">
        <w:t>$cell = $table-&gt;addCell(</w:t>
      </w:r>
      <w:r>
        <w:t xml:space="preserve"> $width, </w:t>
      </w:r>
      <w:r w:rsidRPr="004B3AF9">
        <w:rPr>
          <w:i/>
          <w:iCs/>
        </w:rPr>
        <w:t>[$cellStyle]</w:t>
      </w:r>
      <w:r>
        <w:t xml:space="preserve"> </w:t>
      </w:r>
      <w:r w:rsidRPr="004B3AF9">
        <w:t>);</w:t>
      </w:r>
    </w:p>
    <w:p w:rsidR="00C36A3C" w:rsidRDefault="00C36A3C" w:rsidP="00267845"/>
    <w:tbl>
      <w:tblPr>
        <w:tblW w:w="928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5682"/>
      </w:tblGrid>
      <w:tr w:rsidR="00C36A3C">
        <w:tc>
          <w:tcPr>
            <w:tcW w:w="9288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addCell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5682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9D0D26" w:rsidRDefault="00C36A3C" w:rsidP="00710FBE">
            <w:r w:rsidRPr="009D0D26">
              <w:t>$</w:t>
            </w:r>
            <w:r>
              <w:t>width</w:t>
            </w:r>
          </w:p>
        </w:tc>
        <w:tc>
          <w:tcPr>
            <w:tcW w:w="1572" w:type="dxa"/>
          </w:tcPr>
          <w:p w:rsidR="00C36A3C" w:rsidRDefault="00C36A3C" w:rsidP="00710FBE">
            <w:r>
              <w:t>Integer</w:t>
            </w:r>
          </w:p>
        </w:tc>
        <w:tc>
          <w:tcPr>
            <w:tcW w:w="5682" w:type="dxa"/>
          </w:tcPr>
          <w:p w:rsidR="00C36A3C" w:rsidRDefault="00C36A3C" w:rsidP="00710FBE">
            <w:r>
              <w:t>Width of the cell in twips.</w:t>
            </w:r>
          </w:p>
        </w:tc>
      </w:tr>
      <w:tr w:rsidR="00C36A3C">
        <w:tc>
          <w:tcPr>
            <w:tcW w:w="2034" w:type="dxa"/>
          </w:tcPr>
          <w:p w:rsidR="00C36A3C" w:rsidRPr="009D0D26" w:rsidRDefault="00C36A3C" w:rsidP="00710FBE">
            <w:r>
              <w:t>$cellStyle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5682" w:type="dxa"/>
          </w:tcPr>
          <w:p w:rsidR="00C36A3C" w:rsidRDefault="00C36A3C" w:rsidP="00710FBE">
            <w:r>
              <w:t>Cell style. See the chapter "Style cells" for more information.</w:t>
            </w:r>
          </w:p>
        </w:tc>
      </w:tr>
    </w:tbl>
    <w:p w:rsidR="00C36A3C" w:rsidRDefault="00C36A3C" w:rsidP="00267845"/>
    <w:p w:rsidR="00C36A3C" w:rsidRDefault="00C36A3C" w:rsidP="00267845">
      <w:r w:rsidRPr="00BE0695">
        <w:rPr>
          <w:b/>
          <w:bCs/>
        </w:rPr>
        <w:t xml:space="preserve">Be sure to save the result of addCell in a local object. </w:t>
      </w:r>
      <w:r>
        <w:t>You need a local object to call the following functions:</w:t>
      </w:r>
    </w:p>
    <w:p w:rsidR="00C36A3C" w:rsidRDefault="00C36A3C" w:rsidP="002678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38"/>
        <w:gridCol w:w="6615"/>
      </w:tblGrid>
      <w:tr w:rsidR="00C36A3C">
        <w:trPr>
          <w:jc w:val="center"/>
        </w:trPr>
        <w:tc>
          <w:tcPr>
            <w:tcW w:w="2138" w:type="dxa"/>
            <w:shd w:val="clear" w:color="auto" w:fill="FFCC99"/>
          </w:tcPr>
          <w:p w:rsidR="00C36A3C" w:rsidRDefault="00C36A3C" w:rsidP="008E6CA2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8E6CA2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Pr="00CD1946" w:rsidRDefault="00C36A3C" w:rsidP="008E6CA2">
            <w:r>
              <w:t>addText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"Text elements"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Pr="004B3AF9" w:rsidRDefault="00C36A3C" w:rsidP="008E6CA2">
            <w:r w:rsidRPr="004B3AF9">
              <w:t>addTextBreak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"Text elements"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addLink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"Hyperlinks"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addImage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"Images"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addMemoryImage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"Add Memory images"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addListItem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"ListItems"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addObject</w:t>
            </w:r>
          </w:p>
        </w:tc>
        <w:tc>
          <w:tcPr>
            <w:tcW w:w="6615" w:type="dxa"/>
          </w:tcPr>
          <w:p w:rsidR="00C36A3C" w:rsidRDefault="00C36A3C" w:rsidP="008E6CA2">
            <w:r>
              <w:t>See chapter "Objects"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8E6CA2">
            <w:r>
              <w:t>addPreserveText</w:t>
            </w:r>
          </w:p>
        </w:tc>
        <w:tc>
          <w:tcPr>
            <w:tcW w:w="6615" w:type="dxa"/>
          </w:tcPr>
          <w:p w:rsidR="00C36A3C" w:rsidRDefault="00C36A3C" w:rsidP="008E6CA2">
            <w:r>
              <w:t>Only available in header / footer. See chapter "footer" or "header".</w:t>
            </w:r>
          </w:p>
        </w:tc>
      </w:tr>
    </w:tbl>
    <w:p w:rsidR="00C36A3C" w:rsidRDefault="00C36A3C" w:rsidP="00267845"/>
    <w:p w:rsidR="00C36A3C" w:rsidRDefault="00C36A3C" w:rsidP="00267845">
      <w:r>
        <w:t>Example of a table:</w:t>
      </w:r>
    </w:p>
    <w:p w:rsidR="00C36A3C" w:rsidRDefault="00C36A3C" w:rsidP="00267845"/>
    <w:p w:rsidR="00C36A3C" w:rsidRDefault="00C36A3C" w:rsidP="00604892">
      <w:pPr>
        <w:pStyle w:val="PHP-Code"/>
      </w:pPr>
      <w:r>
        <w:t>$table = $section-&gt;addTable();</w:t>
      </w:r>
    </w:p>
    <w:p w:rsidR="00C36A3C" w:rsidRDefault="00C36A3C" w:rsidP="00604892">
      <w:pPr>
        <w:pStyle w:val="PHP-Code"/>
      </w:pPr>
      <w:r>
        <w:t>$table-&gt;addRow();</w:t>
      </w:r>
    </w:p>
    <w:p w:rsidR="00C36A3C" w:rsidRDefault="00C36A3C" w:rsidP="00604892">
      <w:pPr>
        <w:pStyle w:val="PHP-Code"/>
      </w:pPr>
      <w:r>
        <w:t>$cell = $table-&gt;addCell(2000);</w:t>
      </w:r>
    </w:p>
    <w:p w:rsidR="00C36A3C" w:rsidRDefault="00C36A3C" w:rsidP="00604892">
      <w:pPr>
        <w:pStyle w:val="PHP-Code"/>
      </w:pPr>
      <w:r>
        <w:t>$cell-&gt;addText('Cell 1');</w:t>
      </w:r>
    </w:p>
    <w:p w:rsidR="00C36A3C" w:rsidRDefault="00C36A3C" w:rsidP="00604892">
      <w:pPr>
        <w:pStyle w:val="PHP-Code"/>
      </w:pPr>
      <w:r>
        <w:t>$cell = $table-&gt;addCell(2000);</w:t>
      </w:r>
    </w:p>
    <w:p w:rsidR="00C36A3C" w:rsidRDefault="00C36A3C" w:rsidP="00604892">
      <w:pPr>
        <w:pStyle w:val="PHP-Code"/>
      </w:pPr>
      <w:r>
        <w:t>$cell-&gt;addText('Cell 2');</w:t>
      </w:r>
    </w:p>
    <w:p w:rsidR="00C36A3C" w:rsidRDefault="00C36A3C" w:rsidP="00604892">
      <w:pPr>
        <w:pStyle w:val="PHP-Code"/>
      </w:pPr>
      <w:r>
        <w:t>$cell = $table-&gt;addCell(2000);</w:t>
      </w:r>
    </w:p>
    <w:p w:rsidR="00C36A3C" w:rsidRDefault="00C36A3C" w:rsidP="00604892">
      <w:pPr>
        <w:pStyle w:val="PHP-Code"/>
      </w:pPr>
      <w:r>
        <w:t>$cell-&gt;addText('Cell 3');</w:t>
      </w:r>
    </w:p>
    <w:p w:rsidR="00C36A3C" w:rsidRDefault="00C36A3C" w:rsidP="00267845"/>
    <w:p w:rsidR="00C36A3C" w:rsidRDefault="00C36A3C" w:rsidP="00267845">
      <w:r>
        <w:t>A shorter version:</w:t>
      </w:r>
    </w:p>
    <w:p w:rsidR="00C36A3C" w:rsidRDefault="00C36A3C" w:rsidP="008B78CA"/>
    <w:p w:rsidR="00C36A3C" w:rsidRDefault="00C36A3C" w:rsidP="008B78CA">
      <w:pPr>
        <w:pStyle w:val="PHP-Code"/>
      </w:pPr>
      <w:r>
        <w:t>$table = $section-&gt;addTable();</w:t>
      </w:r>
    </w:p>
    <w:p w:rsidR="00C36A3C" w:rsidRDefault="00C36A3C" w:rsidP="008B78CA">
      <w:pPr>
        <w:pStyle w:val="PHP-Code"/>
      </w:pPr>
      <w:r>
        <w:t>$table-&gt;addRow(400);</w:t>
      </w:r>
    </w:p>
    <w:p w:rsidR="00C36A3C" w:rsidRDefault="00C36A3C" w:rsidP="008B78CA">
      <w:pPr>
        <w:pStyle w:val="PHP-Code"/>
      </w:pPr>
      <w:r>
        <w:t>$table-&gt;addCell(2000)-&gt;addText('Cell 1');</w:t>
      </w:r>
    </w:p>
    <w:p w:rsidR="00C36A3C" w:rsidRDefault="00C36A3C" w:rsidP="008B78CA">
      <w:pPr>
        <w:pStyle w:val="PHP-Code"/>
      </w:pPr>
      <w:r>
        <w:t>$table-&gt;addCell(2000)-&gt;addText('Cell 2');</w:t>
      </w:r>
    </w:p>
    <w:p w:rsidR="00C36A3C" w:rsidRDefault="00C36A3C" w:rsidP="008B78CA">
      <w:pPr>
        <w:pStyle w:val="PHP-Code"/>
      </w:pPr>
      <w:r>
        <w:t>$table-&gt;addCell(2000)-&gt;addText('Cell 3');</w:t>
      </w:r>
    </w:p>
    <w:p w:rsidR="00C36A3C" w:rsidRDefault="00C36A3C" w:rsidP="008B78CA">
      <w:pPr>
        <w:pStyle w:val="PHP-Code"/>
      </w:pPr>
    </w:p>
    <w:p w:rsidR="00C36A3C" w:rsidRDefault="00C36A3C" w:rsidP="008B78CA">
      <w:pPr>
        <w:pStyle w:val="PHP-Code"/>
      </w:pPr>
      <w:r>
        <w:t>$table-&gt;addRow(1000);</w:t>
      </w:r>
    </w:p>
    <w:p w:rsidR="00C36A3C" w:rsidRDefault="00C36A3C" w:rsidP="008B78CA">
      <w:pPr>
        <w:pStyle w:val="PHP-Code"/>
      </w:pPr>
      <w:r>
        <w:t>$table-&gt;addCell(2000)-&gt;addText('Cell 4');</w:t>
      </w:r>
    </w:p>
    <w:p w:rsidR="00C36A3C" w:rsidRDefault="00C36A3C" w:rsidP="008B78CA">
      <w:pPr>
        <w:pStyle w:val="PHP-Code"/>
      </w:pPr>
      <w:r>
        <w:t>$table-&gt;addCell(2000)-&gt;addText('Cell 5');</w:t>
      </w:r>
    </w:p>
    <w:p w:rsidR="00C36A3C" w:rsidRDefault="00C36A3C" w:rsidP="008B78CA">
      <w:pPr>
        <w:pStyle w:val="PHP-Code"/>
      </w:pPr>
      <w:r>
        <w:t>$table-&gt;addCell(2000)-&gt;addText('Cell 6');</w:t>
      </w:r>
    </w:p>
    <w:p w:rsidR="00C36A3C" w:rsidRDefault="00C36A3C" w:rsidP="00267845"/>
    <w:p w:rsidR="00C36A3C" w:rsidRDefault="00C36A3C" w:rsidP="00267845"/>
    <w:p w:rsidR="00C36A3C" w:rsidRPr="00500019" w:rsidRDefault="00C36A3C" w:rsidP="00C8656E">
      <w:pPr>
        <w:pStyle w:val="Heading2"/>
      </w:pPr>
      <w:bookmarkStart w:id="106" w:name="_Toc342676974"/>
      <w:r>
        <w:t>Style cells</w:t>
      </w:r>
      <w:bookmarkEnd w:id="106"/>
    </w:p>
    <w:p w:rsidR="00C36A3C" w:rsidRDefault="00C36A3C" w:rsidP="00267845"/>
    <w:p w:rsidR="00C36A3C" w:rsidRDefault="00C36A3C" w:rsidP="00267845">
      <w:r>
        <w:t>You can style cells by setting the second parameter in the function addCell.</w:t>
      </w:r>
    </w:p>
    <w:p w:rsidR="00C36A3C" w:rsidRDefault="00C36A3C" w:rsidP="00267845"/>
    <w:p w:rsidR="00C36A3C" w:rsidRDefault="00C36A3C" w:rsidP="00267845">
      <w:r>
        <w:t>Example:</w:t>
      </w:r>
    </w:p>
    <w:p w:rsidR="00C36A3C" w:rsidRDefault="00C36A3C" w:rsidP="00267845"/>
    <w:p w:rsidR="00C36A3C" w:rsidRDefault="00C36A3C" w:rsidP="0087691C">
      <w:pPr>
        <w:pStyle w:val="PHP-Code"/>
      </w:pPr>
      <w:r>
        <w:t xml:space="preserve">$cellStyle = array('textDirection'=&gt;PHPWord_Style_Cell::TEXT_DIR_BTLR, </w:t>
      </w:r>
      <w:r>
        <w:tab/>
      </w:r>
      <w:r>
        <w:tab/>
      </w:r>
      <w:r>
        <w:tab/>
        <w:t xml:space="preserve"> 'bgColor'=&gt;'C0C0C0');</w:t>
      </w:r>
    </w:p>
    <w:p w:rsidR="00C36A3C" w:rsidRDefault="00C36A3C" w:rsidP="0087691C">
      <w:pPr>
        <w:pStyle w:val="PHP-Code"/>
      </w:pPr>
    </w:p>
    <w:p w:rsidR="00C36A3C" w:rsidRDefault="00C36A3C" w:rsidP="0087691C">
      <w:pPr>
        <w:pStyle w:val="PHP-Code"/>
      </w:pPr>
      <w:r>
        <w:t>$table = $section-&gt;addTable();</w:t>
      </w:r>
    </w:p>
    <w:p w:rsidR="00C36A3C" w:rsidRDefault="00C36A3C" w:rsidP="0087691C">
      <w:pPr>
        <w:pStyle w:val="PHP-Code"/>
      </w:pPr>
      <w:r>
        <w:t>$table-&gt;addRow(1000);</w:t>
      </w:r>
    </w:p>
    <w:p w:rsidR="00C36A3C" w:rsidRDefault="00C36A3C" w:rsidP="0087691C">
      <w:pPr>
        <w:pStyle w:val="PHP-Code"/>
      </w:pPr>
      <w:r>
        <w:t>$table-&gt;addCell(2000, $cellStyle)-&gt;addText('Cell 1');</w:t>
      </w:r>
    </w:p>
    <w:p w:rsidR="00C36A3C" w:rsidRDefault="00C36A3C" w:rsidP="0087691C">
      <w:pPr>
        <w:pStyle w:val="PHP-Code"/>
      </w:pPr>
      <w:r>
        <w:t>$table-&gt;addCell(2000, $cellStyle)-&gt;addText('Cell 2');</w:t>
      </w:r>
    </w:p>
    <w:p w:rsidR="00C36A3C" w:rsidRDefault="00C36A3C" w:rsidP="0087691C">
      <w:pPr>
        <w:pStyle w:val="PHP-Code"/>
      </w:pPr>
      <w:r>
        <w:t>$table-&gt;addCell(2000, $cellStyle)-&gt;addText('Cell 3');</w:t>
      </w:r>
    </w:p>
    <w:p w:rsidR="00C36A3C" w:rsidRDefault="00C36A3C" w:rsidP="0087691C">
      <w:pPr>
        <w:pStyle w:val="PHP-Code"/>
      </w:pPr>
      <w:r>
        <w:t>$table-&gt;addRow();</w:t>
      </w:r>
    </w:p>
    <w:p w:rsidR="00C36A3C" w:rsidRDefault="00C36A3C" w:rsidP="0087691C">
      <w:pPr>
        <w:pStyle w:val="PHP-Code"/>
      </w:pPr>
      <w:r>
        <w:t>$table-&gt;addCell(2000)-&gt;addText('Cell 4');</w:t>
      </w:r>
    </w:p>
    <w:p w:rsidR="00C36A3C" w:rsidRDefault="00C36A3C" w:rsidP="0087691C">
      <w:pPr>
        <w:pStyle w:val="PHP-Code"/>
      </w:pPr>
      <w:r>
        <w:t>$table-&gt;addCell(2000)-&gt;addText('Cell 5');</w:t>
      </w:r>
    </w:p>
    <w:p w:rsidR="00C36A3C" w:rsidRDefault="00C36A3C" w:rsidP="0087691C">
      <w:pPr>
        <w:pStyle w:val="PHP-Code"/>
      </w:pPr>
      <w:r>
        <w:t>$table-&gt;addCell(2000)-&gt;addText('Cell 6');</w:t>
      </w:r>
    </w:p>
    <w:p w:rsidR="00C36A3C" w:rsidRDefault="00C36A3C" w:rsidP="00267845"/>
    <w:p w:rsidR="00C36A3C" w:rsidRDefault="00C36A3C" w:rsidP="00775E0D">
      <w:pPr>
        <w:tabs>
          <w:tab w:val="left" w:pos="1860"/>
        </w:tabs>
      </w:pPr>
      <w:r>
        <w:t>The following cell style properties are available:</w:t>
      </w:r>
    </w:p>
    <w:p w:rsidR="00C36A3C" w:rsidRDefault="00C36A3C" w:rsidP="00775E0D">
      <w:pPr>
        <w:tabs>
          <w:tab w:val="left" w:pos="1860"/>
        </w:tabs>
      </w:pPr>
    </w:p>
    <w:p w:rsidR="00C36A3C" w:rsidRPr="00CD1946" w:rsidRDefault="00C36A3C" w:rsidP="00775E0D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2678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4"/>
        <w:gridCol w:w="5525"/>
      </w:tblGrid>
      <w:tr w:rsidR="00C36A3C">
        <w:trPr>
          <w:jc w:val="center"/>
        </w:trPr>
        <w:tc>
          <w:tcPr>
            <w:tcW w:w="2214" w:type="dxa"/>
            <w:shd w:val="clear" w:color="auto" w:fill="FFCC99"/>
          </w:tcPr>
          <w:p w:rsidR="00C36A3C" w:rsidRDefault="00C36A3C" w:rsidP="00710FBE">
            <w:r>
              <w:t>Name</w:t>
            </w:r>
          </w:p>
        </w:tc>
        <w:tc>
          <w:tcPr>
            <w:tcW w:w="5525" w:type="dxa"/>
            <w:shd w:val="clear" w:color="auto" w:fill="FFCC99"/>
          </w:tcPr>
          <w:p w:rsidR="00C36A3C" w:rsidRDefault="00C36A3C" w:rsidP="00710FBE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CD1946" w:rsidRDefault="00C36A3C" w:rsidP="00710FBE">
            <w:r>
              <w:t>v</w:t>
            </w:r>
            <w:r w:rsidRPr="00775E0D">
              <w:t>align</w:t>
            </w:r>
          </w:p>
        </w:tc>
        <w:tc>
          <w:tcPr>
            <w:tcW w:w="5525" w:type="dxa"/>
          </w:tcPr>
          <w:p w:rsidR="00C36A3C" w:rsidRDefault="00C36A3C" w:rsidP="00710FBE">
            <w:r>
              <w:t>Vertical alignment inside the cell. Possible are: left, right, center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Default="00C36A3C" w:rsidP="00710FBE">
            <w:r w:rsidRPr="00775E0D">
              <w:t>textDirection</w:t>
            </w:r>
          </w:p>
        </w:tc>
        <w:tc>
          <w:tcPr>
            <w:tcW w:w="5525" w:type="dxa"/>
          </w:tcPr>
          <w:p w:rsidR="00C36A3C" w:rsidRPr="0087691C" w:rsidRDefault="00C36A3C" w:rsidP="00710FBE">
            <w:r>
              <w:t xml:space="preserve">Direction of the Text. Use the predefined constants in PHPWord_Style_Cell:: </w:t>
            </w:r>
            <w:r w:rsidRPr="0087691C">
              <w:t>TEXT_DIR_</w:t>
            </w:r>
            <w:r>
              <w:t>...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775E0D" w:rsidRDefault="00C36A3C" w:rsidP="00710FBE">
            <w:r w:rsidRPr="00775E0D">
              <w:t>bgColor</w:t>
            </w:r>
          </w:p>
        </w:tc>
        <w:tc>
          <w:tcPr>
            <w:tcW w:w="5525" w:type="dxa"/>
          </w:tcPr>
          <w:p w:rsidR="00C36A3C" w:rsidRDefault="00C36A3C" w:rsidP="00710FBE">
            <w:r>
              <w:t>Background color in HEX.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borderTopSize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top size in twips.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borderTopColor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top color in HEX.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borderLeftSize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left size in twips.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borderLeftColor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left color in HEX.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borderRightSize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right size in twips.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borderRightColor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right color in HEX.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borderBottomSize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bottom size in twips.</w:t>
            </w:r>
          </w:p>
        </w:tc>
      </w:tr>
      <w:tr w:rsidR="00C36A3C">
        <w:trPr>
          <w:jc w:val="center"/>
        </w:trPr>
        <w:tc>
          <w:tcPr>
            <w:tcW w:w="2214" w:type="dxa"/>
          </w:tcPr>
          <w:p w:rsidR="00C36A3C" w:rsidRPr="008E3476" w:rsidRDefault="00C36A3C" w:rsidP="00710FBE">
            <w:r w:rsidRPr="008E3476">
              <w:t>borderBottomColor</w:t>
            </w:r>
          </w:p>
        </w:tc>
        <w:tc>
          <w:tcPr>
            <w:tcW w:w="5525" w:type="dxa"/>
          </w:tcPr>
          <w:p w:rsidR="00C36A3C" w:rsidRDefault="00C36A3C" w:rsidP="00710FBE">
            <w:r>
              <w:t>Border bottom color in HEX.</w:t>
            </w:r>
          </w:p>
        </w:tc>
      </w:tr>
    </w:tbl>
    <w:p w:rsidR="00C36A3C" w:rsidRDefault="00C36A3C" w:rsidP="00775E0D">
      <w:pPr>
        <w:pStyle w:val="Heading2"/>
        <w:rPr>
          <w:b w:val="0"/>
          <w:bCs w:val="0"/>
          <w:color w:val="auto"/>
          <w:sz w:val="24"/>
          <w:szCs w:val="24"/>
        </w:rPr>
      </w:pPr>
    </w:p>
    <w:p w:rsidR="00C36A3C" w:rsidRDefault="00C36A3C" w:rsidP="00500019">
      <w:pPr>
        <w:pStyle w:val="Heading2"/>
      </w:pPr>
      <w:bookmarkStart w:id="107" w:name="_Toc342676975"/>
      <w:r>
        <w:t>Style tables</w:t>
      </w:r>
      <w:bookmarkEnd w:id="105"/>
      <w:bookmarkEnd w:id="107"/>
    </w:p>
    <w:p w:rsidR="00C36A3C" w:rsidRDefault="00C36A3C" w:rsidP="00500019"/>
    <w:p w:rsidR="00C36A3C" w:rsidRDefault="00C36A3C" w:rsidP="00010056">
      <w:pPr>
        <w:tabs>
          <w:tab w:val="left" w:pos="1860"/>
        </w:tabs>
      </w:pPr>
      <w:r>
        <w:t>You can style tables by setting the first parameter of the addTable function. The following style properties are available:</w:t>
      </w:r>
    </w:p>
    <w:p w:rsidR="00C36A3C" w:rsidRDefault="00C36A3C" w:rsidP="00010056">
      <w:pPr>
        <w:tabs>
          <w:tab w:val="left" w:pos="1860"/>
        </w:tabs>
      </w:pPr>
    </w:p>
    <w:p w:rsidR="00C36A3C" w:rsidRPr="00CD1946" w:rsidRDefault="00C36A3C" w:rsidP="00010056">
      <w:pPr>
        <w:rPr>
          <w:b/>
          <w:bCs/>
        </w:rPr>
      </w:pPr>
      <w:r w:rsidRPr="00541D75">
        <w:rPr>
          <w:b/>
          <w:bCs/>
        </w:rPr>
        <w:t>Properties are all case sensitive !</w:t>
      </w:r>
    </w:p>
    <w:p w:rsidR="00C36A3C" w:rsidRDefault="00C36A3C" w:rsidP="0001005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5705"/>
      </w:tblGrid>
      <w:tr w:rsidR="00C36A3C">
        <w:trPr>
          <w:jc w:val="center"/>
        </w:trPr>
        <w:tc>
          <w:tcPr>
            <w:tcW w:w="2034" w:type="dxa"/>
            <w:shd w:val="clear" w:color="auto" w:fill="FFCC99"/>
          </w:tcPr>
          <w:p w:rsidR="00C36A3C" w:rsidRDefault="00C36A3C" w:rsidP="00F17FF9">
            <w:r>
              <w:t>Name</w:t>
            </w:r>
          </w:p>
        </w:tc>
        <w:tc>
          <w:tcPr>
            <w:tcW w:w="5705" w:type="dxa"/>
            <w:shd w:val="clear" w:color="auto" w:fill="FFCC99"/>
          </w:tcPr>
          <w:p w:rsidR="00C36A3C" w:rsidRDefault="00C36A3C" w:rsidP="00F17FF9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034" w:type="dxa"/>
          </w:tcPr>
          <w:p w:rsidR="00C36A3C" w:rsidRPr="00CD1946" w:rsidRDefault="00C36A3C" w:rsidP="00F17FF9">
            <w:r w:rsidRPr="00010056">
              <w:t>cellMarginTop</w:t>
            </w:r>
          </w:p>
        </w:tc>
        <w:tc>
          <w:tcPr>
            <w:tcW w:w="5705" w:type="dxa"/>
          </w:tcPr>
          <w:p w:rsidR="00C36A3C" w:rsidRDefault="00C36A3C" w:rsidP="00F17FF9">
            <w:r>
              <w:t>Cell margin top in twips.</w:t>
            </w:r>
          </w:p>
        </w:tc>
      </w:tr>
      <w:tr w:rsidR="00C36A3C">
        <w:trPr>
          <w:jc w:val="center"/>
        </w:trPr>
        <w:tc>
          <w:tcPr>
            <w:tcW w:w="2034" w:type="dxa"/>
          </w:tcPr>
          <w:p w:rsidR="00C36A3C" w:rsidRPr="00010056" w:rsidRDefault="00C36A3C" w:rsidP="00F17FF9">
            <w:r w:rsidRPr="00010056">
              <w:t>cellMargin</w:t>
            </w:r>
            <w:r>
              <w:t>Left</w:t>
            </w:r>
          </w:p>
        </w:tc>
        <w:tc>
          <w:tcPr>
            <w:tcW w:w="5705" w:type="dxa"/>
          </w:tcPr>
          <w:p w:rsidR="00C36A3C" w:rsidRDefault="00C36A3C" w:rsidP="00F17FF9">
            <w:r>
              <w:t>Cell margin left in twips.</w:t>
            </w:r>
          </w:p>
        </w:tc>
      </w:tr>
      <w:tr w:rsidR="00C36A3C">
        <w:trPr>
          <w:jc w:val="center"/>
        </w:trPr>
        <w:tc>
          <w:tcPr>
            <w:tcW w:w="2034" w:type="dxa"/>
          </w:tcPr>
          <w:p w:rsidR="00C36A3C" w:rsidRPr="00010056" w:rsidRDefault="00C36A3C" w:rsidP="00F17FF9">
            <w:r w:rsidRPr="00010056">
              <w:t>cellMargin</w:t>
            </w:r>
            <w:r>
              <w:t>Right</w:t>
            </w:r>
          </w:p>
        </w:tc>
        <w:tc>
          <w:tcPr>
            <w:tcW w:w="5705" w:type="dxa"/>
          </w:tcPr>
          <w:p w:rsidR="00C36A3C" w:rsidRDefault="00C36A3C" w:rsidP="00F17FF9">
            <w:r>
              <w:t>Cell margin right in twips.</w:t>
            </w:r>
          </w:p>
        </w:tc>
      </w:tr>
      <w:tr w:rsidR="00C36A3C">
        <w:trPr>
          <w:jc w:val="center"/>
        </w:trPr>
        <w:tc>
          <w:tcPr>
            <w:tcW w:w="2034" w:type="dxa"/>
          </w:tcPr>
          <w:p w:rsidR="00C36A3C" w:rsidRPr="00010056" w:rsidRDefault="00C36A3C" w:rsidP="00F17FF9">
            <w:r w:rsidRPr="00010056">
              <w:t>cellMargin</w:t>
            </w:r>
            <w:r>
              <w:t>Bottom</w:t>
            </w:r>
          </w:p>
        </w:tc>
        <w:tc>
          <w:tcPr>
            <w:tcW w:w="5705" w:type="dxa"/>
          </w:tcPr>
          <w:p w:rsidR="00C36A3C" w:rsidRDefault="00C36A3C" w:rsidP="00F17FF9">
            <w:r>
              <w:t>Cell margin bottom in twips.</w:t>
            </w:r>
          </w:p>
        </w:tc>
      </w:tr>
    </w:tbl>
    <w:p w:rsidR="00C36A3C" w:rsidRDefault="00C36A3C" w:rsidP="00010056">
      <w:pPr>
        <w:tabs>
          <w:tab w:val="left" w:pos="1860"/>
        </w:tabs>
      </w:pPr>
    </w:p>
    <w:p w:rsidR="00C36A3C" w:rsidRDefault="00C36A3C" w:rsidP="00010056">
      <w:pPr>
        <w:tabs>
          <w:tab w:val="left" w:pos="1860"/>
        </w:tabs>
      </w:pPr>
      <w:r>
        <w:t>Example:</w:t>
      </w:r>
      <w:r>
        <w:br/>
      </w:r>
    </w:p>
    <w:p w:rsidR="00C36A3C" w:rsidRDefault="00C36A3C" w:rsidP="00C349E6">
      <w:pPr>
        <w:pStyle w:val="PHP-Code"/>
      </w:pPr>
      <w:r>
        <w:t>$tableStyle = array('cellMarginTop'=&gt;80,</w:t>
      </w:r>
    </w:p>
    <w:p w:rsidR="00C36A3C" w:rsidRDefault="00C36A3C" w:rsidP="00C349E6">
      <w:pPr>
        <w:pStyle w:val="PHP-Code"/>
      </w:pPr>
      <w:r>
        <w:tab/>
      </w:r>
      <w:r>
        <w:tab/>
      </w:r>
      <w:r>
        <w:tab/>
        <w:t xml:space="preserve">  '</w:t>
      </w:r>
      <w:r w:rsidRPr="00010056">
        <w:t>cellMargin</w:t>
      </w:r>
      <w:r>
        <w:t>Left'=&gt;80,</w:t>
      </w:r>
    </w:p>
    <w:p w:rsidR="00C36A3C" w:rsidRDefault="00C36A3C" w:rsidP="00C349E6">
      <w:pPr>
        <w:pStyle w:val="PHP-Code"/>
      </w:pPr>
      <w:r>
        <w:tab/>
      </w:r>
      <w:r>
        <w:tab/>
      </w:r>
      <w:r>
        <w:tab/>
        <w:t xml:space="preserve">  '</w:t>
      </w:r>
      <w:r w:rsidRPr="00010056">
        <w:t>cellMargin</w:t>
      </w:r>
      <w:r>
        <w:t>Right'=&gt;80,</w:t>
      </w:r>
    </w:p>
    <w:p w:rsidR="00C36A3C" w:rsidRDefault="00C36A3C" w:rsidP="00C349E6">
      <w:pPr>
        <w:pStyle w:val="PHP-Code"/>
      </w:pPr>
      <w:r>
        <w:tab/>
      </w:r>
      <w:r>
        <w:tab/>
      </w:r>
      <w:r>
        <w:tab/>
        <w:t xml:space="preserve">  '</w:t>
      </w:r>
      <w:r w:rsidRPr="00010056">
        <w:t>cellMargin</w:t>
      </w:r>
      <w:r>
        <w:t>Bottom'=&gt;80);</w:t>
      </w:r>
    </w:p>
    <w:p w:rsidR="00C36A3C" w:rsidRDefault="00C36A3C" w:rsidP="00C349E6">
      <w:pPr>
        <w:pStyle w:val="PHP-Code"/>
      </w:pPr>
      <w:r>
        <w:t>$table = $section-&gt;addTable($tableStyle);</w:t>
      </w:r>
    </w:p>
    <w:p w:rsidR="00C36A3C" w:rsidRDefault="00C36A3C" w:rsidP="00010056">
      <w:pPr>
        <w:tabs>
          <w:tab w:val="left" w:pos="1860"/>
        </w:tabs>
      </w:pPr>
    </w:p>
    <w:p w:rsidR="00C36A3C" w:rsidRDefault="00C36A3C" w:rsidP="00010056">
      <w:pPr>
        <w:tabs>
          <w:tab w:val="left" w:pos="1860"/>
        </w:tabs>
      </w:pPr>
      <w:r>
        <w:t>You can define a full table style by using the function addTableStyle:</w:t>
      </w:r>
    </w:p>
    <w:p w:rsidR="00C36A3C" w:rsidRDefault="00C36A3C" w:rsidP="00010056">
      <w:pPr>
        <w:tabs>
          <w:tab w:val="left" w:pos="1860"/>
        </w:tabs>
      </w:pPr>
    </w:p>
    <w:p w:rsidR="00C36A3C" w:rsidRDefault="00C36A3C" w:rsidP="00BE0695">
      <w:pPr>
        <w:pStyle w:val="PHP-Code"/>
      </w:pPr>
      <w:r>
        <w:t>$PHPWord-&gt;addTableStyle(</w:t>
      </w:r>
      <w:r w:rsidRPr="00BE0695">
        <w:t>$styleName</w:t>
      </w:r>
      <w:r>
        <w:t>,  $styleTable,</w:t>
      </w:r>
      <w:r w:rsidRPr="00BE0695">
        <w:t xml:space="preserve"> </w:t>
      </w:r>
      <w:r>
        <w:t>[$styleFirstRow] );</w:t>
      </w:r>
    </w:p>
    <w:p w:rsidR="00C36A3C" w:rsidRDefault="00C36A3C" w:rsidP="00010056">
      <w:pPr>
        <w:tabs>
          <w:tab w:val="left" w:pos="1860"/>
        </w:tabs>
      </w:pPr>
    </w:p>
    <w:tbl>
      <w:tblPr>
        <w:tblW w:w="79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4320"/>
      </w:tblGrid>
      <w:tr w:rsidR="00C36A3C">
        <w:tc>
          <w:tcPr>
            <w:tcW w:w="7926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 w:rsidRPr="00CF1CEE">
              <w:rPr>
                <w:color w:val="FFFFFF"/>
              </w:rPr>
              <w:t>addTableStyle()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4320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710FBE">
            <w:r w:rsidRPr="00081575">
              <w:t>$styleName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4320" w:type="dxa"/>
          </w:tcPr>
          <w:p w:rsidR="00C36A3C" w:rsidRDefault="00C36A3C" w:rsidP="00710FBE">
            <w:r>
              <w:t>Name of the table style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710FBE">
            <w:r w:rsidRPr="00CF1CEE">
              <w:t>$styleTable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4320" w:type="dxa"/>
          </w:tcPr>
          <w:p w:rsidR="00C36A3C" w:rsidRDefault="00C36A3C" w:rsidP="00710FBE">
            <w:r>
              <w:t>Styles of the full table</w:t>
            </w:r>
          </w:p>
        </w:tc>
      </w:tr>
      <w:tr w:rsidR="00C36A3C">
        <w:tc>
          <w:tcPr>
            <w:tcW w:w="2034" w:type="dxa"/>
          </w:tcPr>
          <w:p w:rsidR="00C36A3C" w:rsidRPr="00CF1CEE" w:rsidRDefault="00C36A3C" w:rsidP="00710FBE">
            <w:r w:rsidRPr="00CF1CEE">
              <w:t>$styleFirstRow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4320" w:type="dxa"/>
          </w:tcPr>
          <w:p w:rsidR="00C36A3C" w:rsidRDefault="00C36A3C" w:rsidP="00710FBE">
            <w:r>
              <w:t>Styles of the first row</w:t>
            </w:r>
          </w:p>
        </w:tc>
      </w:tr>
    </w:tbl>
    <w:p w:rsidR="00C36A3C" w:rsidRDefault="00C36A3C" w:rsidP="00010056">
      <w:pPr>
        <w:tabs>
          <w:tab w:val="left" w:pos="1860"/>
        </w:tabs>
      </w:pPr>
    </w:p>
    <w:p w:rsidR="00C36A3C" w:rsidRDefault="00C36A3C" w:rsidP="00010056">
      <w:pPr>
        <w:tabs>
          <w:tab w:val="left" w:pos="1860"/>
        </w:tabs>
      </w:pPr>
    </w:p>
    <w:p w:rsidR="00C36A3C" w:rsidRDefault="00C36A3C" w:rsidP="00010056">
      <w:pPr>
        <w:tabs>
          <w:tab w:val="left" w:pos="1860"/>
        </w:tabs>
      </w:pPr>
      <w:r>
        <w:t>Example:</w:t>
      </w:r>
    </w:p>
    <w:p w:rsidR="00C36A3C" w:rsidRDefault="00C36A3C" w:rsidP="00010056">
      <w:pPr>
        <w:tabs>
          <w:tab w:val="left" w:pos="1860"/>
        </w:tabs>
      </w:pPr>
    </w:p>
    <w:p w:rsidR="00C36A3C" w:rsidRDefault="00C36A3C" w:rsidP="007409FB">
      <w:pPr>
        <w:pStyle w:val="PHP-Code"/>
      </w:pPr>
      <w:r>
        <w:t>$styleTable = array('borderColor'=&gt;'006699',</w:t>
      </w:r>
    </w:p>
    <w:p w:rsidR="00C36A3C" w:rsidRDefault="00C36A3C" w:rsidP="007409FB">
      <w:pPr>
        <w:pStyle w:val="PHP-Code"/>
      </w:pPr>
      <w:r>
        <w:tab/>
      </w:r>
      <w:r>
        <w:tab/>
      </w:r>
      <w:r>
        <w:tab/>
        <w:t xml:space="preserve">  'borderSize'=&gt;6,</w:t>
      </w:r>
    </w:p>
    <w:p w:rsidR="00C36A3C" w:rsidRDefault="00C36A3C" w:rsidP="007409FB">
      <w:pPr>
        <w:pStyle w:val="PHP-Code"/>
      </w:pPr>
      <w:r>
        <w:tab/>
      </w:r>
      <w:r>
        <w:tab/>
      </w:r>
      <w:r>
        <w:tab/>
        <w:t xml:space="preserve">  'cellMargin'=&gt;50);</w:t>
      </w:r>
    </w:p>
    <w:p w:rsidR="00C36A3C" w:rsidRDefault="00C36A3C" w:rsidP="007409FB">
      <w:pPr>
        <w:pStyle w:val="PHP-Code"/>
      </w:pPr>
      <w:r>
        <w:t>$styleFirstRow = array('bgColor'=&gt;'66BBFF');</w:t>
      </w:r>
    </w:p>
    <w:p w:rsidR="00C36A3C" w:rsidRDefault="00C36A3C" w:rsidP="007409FB">
      <w:pPr>
        <w:pStyle w:val="PHP-Code"/>
      </w:pPr>
      <w:r>
        <w:t>$PHPWord-&gt;addTableStyle('myTable', $styleTable, $styleFirstRow);</w:t>
      </w:r>
    </w:p>
    <w:p w:rsidR="00C36A3C" w:rsidRDefault="00C36A3C" w:rsidP="007409FB">
      <w:pPr>
        <w:pStyle w:val="PHP-Code"/>
      </w:pPr>
    </w:p>
    <w:p w:rsidR="00C36A3C" w:rsidRDefault="00C36A3C" w:rsidP="007409FB">
      <w:pPr>
        <w:pStyle w:val="PHP-Code"/>
      </w:pPr>
      <w:r>
        <w:t>$table = $section-&gt;addTable('myTable');</w:t>
      </w:r>
    </w:p>
    <w:p w:rsidR="00C36A3C" w:rsidRDefault="00C36A3C" w:rsidP="007409FB">
      <w:pPr>
        <w:pStyle w:val="PHP-Code"/>
      </w:pPr>
      <w:r>
        <w:t>$table-&gt;addRow(400);</w:t>
      </w:r>
    </w:p>
    <w:p w:rsidR="00C36A3C" w:rsidRDefault="00C36A3C" w:rsidP="007409FB">
      <w:pPr>
        <w:pStyle w:val="PHP-Code"/>
      </w:pPr>
      <w:r>
        <w:t>$table-&gt;addCell(2000)-&gt;addText('Cell 1');</w:t>
      </w:r>
    </w:p>
    <w:p w:rsidR="00C36A3C" w:rsidRDefault="00C36A3C" w:rsidP="007409FB">
      <w:pPr>
        <w:pStyle w:val="PHP-Code"/>
      </w:pPr>
      <w:r>
        <w:t>$table-&gt;addCell(2000)-&gt;addText('Cell 2');</w:t>
      </w:r>
    </w:p>
    <w:p w:rsidR="00C36A3C" w:rsidRDefault="00C36A3C" w:rsidP="007409FB">
      <w:pPr>
        <w:pStyle w:val="PHP-Code"/>
      </w:pPr>
      <w:r>
        <w:t>$table-&gt;addCell(2000)-&gt;addText('Cell 3');</w:t>
      </w:r>
    </w:p>
    <w:p w:rsidR="00C36A3C" w:rsidRDefault="00C36A3C" w:rsidP="007409FB">
      <w:pPr>
        <w:pStyle w:val="PHP-Code"/>
      </w:pPr>
      <w:r>
        <w:t>$table-&gt;addRow(1000);</w:t>
      </w:r>
    </w:p>
    <w:p w:rsidR="00C36A3C" w:rsidRDefault="00C36A3C" w:rsidP="007409FB">
      <w:pPr>
        <w:pStyle w:val="PHP-Code"/>
      </w:pPr>
      <w:r>
        <w:t>$table-&gt;addCell(2000)-&gt;addText('Cell 4');</w:t>
      </w:r>
    </w:p>
    <w:p w:rsidR="00C36A3C" w:rsidRDefault="00C36A3C" w:rsidP="007409FB">
      <w:pPr>
        <w:pStyle w:val="PHP-Code"/>
      </w:pPr>
      <w:r>
        <w:t>$table-&gt;addCell(2000)-&gt;addText('Cell 5');</w:t>
      </w:r>
    </w:p>
    <w:p w:rsidR="00C36A3C" w:rsidRDefault="00C36A3C" w:rsidP="007409FB">
      <w:pPr>
        <w:pStyle w:val="PHP-Code"/>
      </w:pPr>
      <w:r>
        <w:t>$table-&gt;addCell(2000)-&gt;addText('Cell 6');</w:t>
      </w:r>
    </w:p>
    <w:p w:rsidR="00C36A3C" w:rsidRDefault="00C36A3C" w:rsidP="00FA38E2"/>
    <w:p w:rsidR="00C36A3C" w:rsidRDefault="00C36A3C" w:rsidP="00FA38E2"/>
    <w:p w:rsidR="00C36A3C" w:rsidRPr="00FA38E2" w:rsidRDefault="00C36A3C" w:rsidP="00FA38E2"/>
    <w:p w:rsidR="00C36A3C" w:rsidRDefault="00C36A3C" w:rsidP="00500019">
      <w:r w:rsidRPr="00FA38E2">
        <w:t>The following style properties are available</w:t>
      </w:r>
      <w:r>
        <w:t xml:space="preserve"> for a full table style</w:t>
      </w:r>
      <w:r w:rsidRPr="00FA38E2">
        <w:t>:</w:t>
      </w:r>
    </w:p>
    <w:p w:rsidR="00C36A3C" w:rsidRDefault="00C36A3C" w:rsidP="00500019"/>
    <w:p w:rsidR="00C36A3C" w:rsidRPr="00CD1946" w:rsidRDefault="00C36A3C" w:rsidP="008E3476">
      <w:pPr>
        <w:rPr>
          <w:b/>
          <w:bCs/>
        </w:rPr>
      </w:pPr>
      <w:r w:rsidRPr="00541D75">
        <w:rPr>
          <w:b/>
          <w:bCs/>
        </w:rPr>
        <w:t>Pro</w:t>
      </w:r>
      <w:r>
        <w:rPr>
          <w:b/>
          <w:bCs/>
        </w:rPr>
        <w:t>perties are all case sensitive!</w:t>
      </w:r>
    </w:p>
    <w:p w:rsidR="00C36A3C" w:rsidRDefault="00C36A3C" w:rsidP="008E347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4"/>
        <w:gridCol w:w="5345"/>
      </w:tblGrid>
      <w:tr w:rsidR="00C36A3C">
        <w:trPr>
          <w:jc w:val="center"/>
        </w:trPr>
        <w:tc>
          <w:tcPr>
            <w:tcW w:w="2394" w:type="dxa"/>
            <w:shd w:val="clear" w:color="auto" w:fill="FFCC99"/>
          </w:tcPr>
          <w:p w:rsidR="00C36A3C" w:rsidRDefault="00C36A3C" w:rsidP="00CF1CEE">
            <w:r>
              <w:t>Name</w:t>
            </w:r>
          </w:p>
        </w:tc>
        <w:tc>
          <w:tcPr>
            <w:tcW w:w="5345" w:type="dxa"/>
            <w:shd w:val="clear" w:color="auto" w:fill="FFCC99"/>
          </w:tcPr>
          <w:p w:rsidR="00C36A3C" w:rsidRDefault="00C36A3C" w:rsidP="00CF1CEE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CD1946" w:rsidRDefault="00C36A3C" w:rsidP="00CF1CEE">
            <w:r w:rsidRPr="00010056">
              <w:t>cellMarginTop</w:t>
            </w:r>
          </w:p>
        </w:tc>
        <w:tc>
          <w:tcPr>
            <w:tcW w:w="5345" w:type="dxa"/>
          </w:tcPr>
          <w:p w:rsidR="00C36A3C" w:rsidRDefault="00C36A3C" w:rsidP="00CF1CEE">
            <w:r>
              <w:t>Cell margin top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010056" w:rsidRDefault="00C36A3C" w:rsidP="00CF1CEE">
            <w:r w:rsidRPr="00010056">
              <w:t>cellMargin</w:t>
            </w:r>
            <w:r>
              <w:t>Left</w:t>
            </w:r>
          </w:p>
        </w:tc>
        <w:tc>
          <w:tcPr>
            <w:tcW w:w="5345" w:type="dxa"/>
          </w:tcPr>
          <w:p w:rsidR="00C36A3C" w:rsidRDefault="00C36A3C" w:rsidP="00CF1CEE">
            <w:r>
              <w:t>Cell margin left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010056" w:rsidRDefault="00C36A3C" w:rsidP="00CF1CEE">
            <w:r w:rsidRPr="00010056">
              <w:t>cellMargin</w:t>
            </w:r>
            <w:r>
              <w:t>Right</w:t>
            </w:r>
          </w:p>
        </w:tc>
        <w:tc>
          <w:tcPr>
            <w:tcW w:w="5345" w:type="dxa"/>
          </w:tcPr>
          <w:p w:rsidR="00C36A3C" w:rsidRDefault="00C36A3C" w:rsidP="00CF1CEE">
            <w:r>
              <w:t>Cell margin right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010056" w:rsidRDefault="00C36A3C" w:rsidP="00CF1CEE">
            <w:r w:rsidRPr="00010056">
              <w:t>cellMargin</w:t>
            </w:r>
            <w:r>
              <w:t>Bottom</w:t>
            </w:r>
          </w:p>
        </w:tc>
        <w:tc>
          <w:tcPr>
            <w:tcW w:w="5345" w:type="dxa"/>
          </w:tcPr>
          <w:p w:rsidR="00C36A3C" w:rsidRDefault="00C36A3C" w:rsidP="00CF1CEE">
            <w:r>
              <w:t>Cell margin bottom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010056" w:rsidRDefault="00C36A3C" w:rsidP="00CF1CEE">
            <w:r>
              <w:t>cellMargin</w:t>
            </w:r>
          </w:p>
        </w:tc>
        <w:tc>
          <w:tcPr>
            <w:tcW w:w="5345" w:type="dxa"/>
          </w:tcPr>
          <w:p w:rsidR="00C36A3C" w:rsidRDefault="00C36A3C" w:rsidP="00CF1CEE">
            <w:r>
              <w:t>Sets all margins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bgColor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Backgroundcolor of the table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borderTopSize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top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borderTopColor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top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borderLeftSize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left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borderLeftColor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left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borderRightSize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right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borderRightColor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right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borderBottomSize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bottom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borderBottomColor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bottom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borderInsideHSize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inside-grid horizontal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borderInsideHColor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inside-grid horizontal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borderInsideVSize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inside-grid vertical size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 w:rsidRPr="008E3476">
              <w:t>borderInsideVColor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Border inside-grid vertical color in HEX.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Pr="008E3476" w:rsidRDefault="00C36A3C" w:rsidP="00CF1CEE">
            <w:r>
              <w:t>borderSize</w:t>
            </w:r>
          </w:p>
        </w:tc>
        <w:tc>
          <w:tcPr>
            <w:tcW w:w="5345" w:type="dxa"/>
          </w:tcPr>
          <w:p w:rsidR="00C36A3C" w:rsidRDefault="00C36A3C" w:rsidP="00CF1CEE">
            <w:r>
              <w:t>Sets all border sizes in twips.</w:t>
            </w:r>
          </w:p>
        </w:tc>
      </w:tr>
      <w:tr w:rsidR="00C36A3C">
        <w:trPr>
          <w:jc w:val="center"/>
        </w:trPr>
        <w:tc>
          <w:tcPr>
            <w:tcW w:w="2394" w:type="dxa"/>
          </w:tcPr>
          <w:p w:rsidR="00C36A3C" w:rsidRDefault="00C36A3C" w:rsidP="00CF1CEE">
            <w:r>
              <w:t>borderColor</w:t>
            </w:r>
          </w:p>
        </w:tc>
        <w:tc>
          <w:tcPr>
            <w:tcW w:w="5345" w:type="dxa"/>
          </w:tcPr>
          <w:p w:rsidR="00C36A3C" w:rsidRDefault="00C36A3C" w:rsidP="00CF1CEE">
            <w:r>
              <w:t>Sets all border colors in HEX.</w:t>
            </w:r>
          </w:p>
        </w:tc>
      </w:tr>
    </w:tbl>
    <w:p w:rsidR="00C36A3C" w:rsidRDefault="00C36A3C" w:rsidP="00500019"/>
    <w:p w:rsidR="00C36A3C" w:rsidRDefault="00C36A3C" w:rsidP="00500019"/>
    <w:p w:rsidR="00C36A3C" w:rsidRDefault="00C36A3C" w:rsidP="00500019">
      <w:pPr>
        <w:pStyle w:val="Heading1"/>
      </w:pPr>
      <w:bookmarkStart w:id="108" w:name="_Toc256790341"/>
      <w:bookmarkStart w:id="109" w:name="_Toc342676976"/>
      <w:r>
        <w:t>Footer</w:t>
      </w:r>
      <w:bookmarkEnd w:id="108"/>
      <w:bookmarkEnd w:id="109"/>
    </w:p>
    <w:p w:rsidR="00C36A3C" w:rsidRDefault="00C36A3C" w:rsidP="00500019"/>
    <w:p w:rsidR="00C36A3C" w:rsidRDefault="00C36A3C" w:rsidP="00500019">
      <w:r>
        <w:t>Each section can have its own footer reference. To create a header use the function createFooter:</w:t>
      </w:r>
    </w:p>
    <w:p w:rsidR="00C36A3C" w:rsidRPr="00500019" w:rsidRDefault="00C36A3C" w:rsidP="00500019">
      <w:bookmarkStart w:id="110" w:name="_Toc256790340"/>
    </w:p>
    <w:p w:rsidR="00C36A3C" w:rsidRPr="00775E0D" w:rsidRDefault="00C36A3C" w:rsidP="00775E0D">
      <w:pPr>
        <w:pStyle w:val="PHP-Code"/>
      </w:pPr>
      <w:r>
        <w:t>$footer = $section-&gt;</w:t>
      </w:r>
      <w:r w:rsidRPr="00775E0D">
        <w:t>createFooter</w:t>
      </w:r>
      <w:r>
        <w:t>();</w:t>
      </w:r>
    </w:p>
    <w:p w:rsidR="00C36A3C" w:rsidRDefault="00C36A3C" w:rsidP="00500019"/>
    <w:p w:rsidR="00C36A3C" w:rsidRDefault="00C36A3C" w:rsidP="00500019">
      <w:r w:rsidRPr="00775E0D">
        <w:rPr>
          <w:b/>
          <w:bCs/>
        </w:rPr>
        <w:t>Be sure to save the result of createFooter in a local object</w:t>
      </w:r>
      <w:r>
        <w:t xml:space="preserve"> to call the following functions:</w:t>
      </w:r>
    </w:p>
    <w:p w:rsidR="00C36A3C" w:rsidRDefault="00C36A3C" w:rsidP="0050001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38"/>
        <w:gridCol w:w="6615"/>
      </w:tblGrid>
      <w:tr w:rsidR="00C36A3C">
        <w:trPr>
          <w:jc w:val="center"/>
        </w:trPr>
        <w:tc>
          <w:tcPr>
            <w:tcW w:w="2138" w:type="dxa"/>
            <w:shd w:val="clear" w:color="auto" w:fill="FFCC99"/>
          </w:tcPr>
          <w:p w:rsidR="00C36A3C" w:rsidRDefault="00C36A3C" w:rsidP="00710FBE">
            <w:r>
              <w:t>Name</w:t>
            </w:r>
          </w:p>
        </w:tc>
        <w:tc>
          <w:tcPr>
            <w:tcW w:w="6615" w:type="dxa"/>
            <w:shd w:val="clear" w:color="auto" w:fill="FFCC99"/>
          </w:tcPr>
          <w:p w:rsidR="00C36A3C" w:rsidRDefault="00C36A3C" w:rsidP="00710FBE">
            <w:r>
              <w:t>Description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Pr="00CD1946" w:rsidRDefault="00C36A3C" w:rsidP="00710FBE">
            <w:r>
              <w:t>addText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"Text elements"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Pr="004B3AF9" w:rsidRDefault="00C36A3C" w:rsidP="00710FBE">
            <w:r w:rsidRPr="004B3AF9">
              <w:t>addTextBreak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"Text elements"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addImage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"Images"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addMemoryImage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"Add Memory images"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addListItem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"ListItems"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addPreserveText</w:t>
            </w:r>
          </w:p>
        </w:tc>
        <w:tc>
          <w:tcPr>
            <w:tcW w:w="6615" w:type="dxa"/>
          </w:tcPr>
          <w:p w:rsidR="00C36A3C" w:rsidRDefault="00C36A3C" w:rsidP="00710FBE">
            <w:r>
              <w:t>Only available in header / footer. See chapter "footer" or "header".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addTable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"Tables"</w:t>
            </w:r>
          </w:p>
        </w:tc>
      </w:tr>
      <w:tr w:rsidR="00C36A3C">
        <w:trPr>
          <w:jc w:val="center"/>
        </w:trPr>
        <w:tc>
          <w:tcPr>
            <w:tcW w:w="2138" w:type="dxa"/>
          </w:tcPr>
          <w:p w:rsidR="00C36A3C" w:rsidRDefault="00C36A3C" w:rsidP="00710FBE">
            <w:r>
              <w:t>createTextrun</w:t>
            </w:r>
          </w:p>
        </w:tc>
        <w:tc>
          <w:tcPr>
            <w:tcW w:w="6615" w:type="dxa"/>
          </w:tcPr>
          <w:p w:rsidR="00C36A3C" w:rsidRDefault="00C36A3C" w:rsidP="00710FBE">
            <w:r>
              <w:t>See chapter “Text elements”</w:t>
            </w:r>
          </w:p>
        </w:tc>
      </w:tr>
    </w:tbl>
    <w:p w:rsidR="00C36A3C" w:rsidRDefault="00C36A3C" w:rsidP="00500019"/>
    <w:p w:rsidR="00C36A3C" w:rsidRDefault="00C36A3C" w:rsidP="00500019">
      <w:r>
        <w:t>To add a Pagenumber of the Pagecount into the footer (or header) you can use the function addPreserveText:</w:t>
      </w:r>
    </w:p>
    <w:p w:rsidR="00C36A3C" w:rsidRDefault="00C36A3C" w:rsidP="00500019"/>
    <w:p w:rsidR="00C36A3C" w:rsidRPr="00775E0D" w:rsidRDefault="00C36A3C" w:rsidP="00775E0D">
      <w:pPr>
        <w:pStyle w:val="PHP-Code"/>
      </w:pPr>
      <w:r w:rsidRPr="00775E0D">
        <w:t>addPreserveText(</w:t>
      </w:r>
      <w:r>
        <w:t xml:space="preserve"> </w:t>
      </w:r>
      <w:r w:rsidRPr="00775E0D">
        <w:t xml:space="preserve">$text, </w:t>
      </w:r>
      <w:r>
        <w:t>[</w:t>
      </w:r>
      <w:r w:rsidRPr="00775E0D">
        <w:t>$style</w:t>
      </w:r>
      <w:r>
        <w:t xml:space="preserve">] </w:t>
      </w:r>
      <w:r w:rsidRPr="00775E0D">
        <w:t>)</w:t>
      </w:r>
      <w:r>
        <w:t>;</w:t>
      </w:r>
    </w:p>
    <w:p w:rsidR="00C36A3C" w:rsidRDefault="00C36A3C" w:rsidP="00500019"/>
    <w:tbl>
      <w:tblPr>
        <w:tblW w:w="79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4320"/>
      </w:tblGrid>
      <w:tr w:rsidR="00C36A3C">
        <w:tc>
          <w:tcPr>
            <w:tcW w:w="7926" w:type="dxa"/>
            <w:gridSpan w:val="3"/>
            <w:shd w:val="clear" w:color="auto" w:fill="3366FF"/>
          </w:tcPr>
          <w:p w:rsidR="00C36A3C" w:rsidRPr="00CF1CEE" w:rsidRDefault="00C36A3C" w:rsidP="00710FBE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addPreserveText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710FBE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710FBE">
            <w:r>
              <w:t>Type</w:t>
            </w:r>
          </w:p>
        </w:tc>
        <w:tc>
          <w:tcPr>
            <w:tcW w:w="4320" w:type="dxa"/>
            <w:shd w:val="clear" w:color="auto" w:fill="99CCFF"/>
          </w:tcPr>
          <w:p w:rsidR="00C36A3C" w:rsidRDefault="00C36A3C" w:rsidP="00710FBE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710FBE">
            <w:r w:rsidRPr="00081575">
              <w:t>$</w:t>
            </w:r>
            <w:r>
              <w:t>text</w:t>
            </w:r>
          </w:p>
        </w:tc>
        <w:tc>
          <w:tcPr>
            <w:tcW w:w="1572" w:type="dxa"/>
          </w:tcPr>
          <w:p w:rsidR="00C36A3C" w:rsidRDefault="00C36A3C" w:rsidP="00710FBE">
            <w:r>
              <w:t>String</w:t>
            </w:r>
          </w:p>
        </w:tc>
        <w:tc>
          <w:tcPr>
            <w:tcW w:w="4320" w:type="dxa"/>
          </w:tcPr>
          <w:p w:rsidR="00C36A3C" w:rsidRDefault="00C36A3C" w:rsidP="00710FBE">
            <w:r>
              <w:t>Text that should be rendered and displayed in the footer (or header).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710FBE">
            <w:r>
              <w:t>$style</w:t>
            </w:r>
          </w:p>
        </w:tc>
        <w:tc>
          <w:tcPr>
            <w:tcW w:w="1572" w:type="dxa"/>
          </w:tcPr>
          <w:p w:rsidR="00C36A3C" w:rsidRDefault="00C36A3C" w:rsidP="00710FBE">
            <w:r>
              <w:t>Array</w:t>
            </w:r>
          </w:p>
        </w:tc>
        <w:tc>
          <w:tcPr>
            <w:tcW w:w="4320" w:type="dxa"/>
          </w:tcPr>
          <w:p w:rsidR="00C36A3C" w:rsidRDefault="00C36A3C" w:rsidP="00710FBE">
            <w:r>
              <w:t>Font style of the text.</w:t>
            </w:r>
          </w:p>
        </w:tc>
      </w:tr>
    </w:tbl>
    <w:p w:rsidR="00C36A3C" w:rsidRDefault="00C36A3C" w:rsidP="00500019"/>
    <w:p w:rsidR="00C36A3C" w:rsidRDefault="00C36A3C" w:rsidP="00500019">
      <w:r>
        <w:t>Example:</w:t>
      </w:r>
    </w:p>
    <w:p w:rsidR="00C36A3C" w:rsidRDefault="00C36A3C" w:rsidP="00500019"/>
    <w:p w:rsidR="00C36A3C" w:rsidRPr="00775E0D" w:rsidRDefault="00C36A3C" w:rsidP="00775E0D">
      <w:pPr>
        <w:pStyle w:val="PHP-Code"/>
      </w:pPr>
      <w:r w:rsidRPr="00775E0D">
        <w:t>$footer-&gt;addPreserveText('Page {PAGE} of {NUMPAGES}.');</w:t>
      </w:r>
    </w:p>
    <w:p w:rsidR="00C36A3C" w:rsidRDefault="00C36A3C" w:rsidP="00500019"/>
    <w:p w:rsidR="00C36A3C" w:rsidRDefault="00C36A3C" w:rsidP="00500019"/>
    <w:p w:rsidR="00C36A3C" w:rsidRDefault="00C36A3C" w:rsidP="00500019">
      <w:pPr>
        <w:pStyle w:val="Heading1"/>
      </w:pPr>
      <w:bookmarkStart w:id="111" w:name="_Toc342676977"/>
      <w:r>
        <w:t>Header</w:t>
      </w:r>
      <w:bookmarkEnd w:id="110"/>
      <w:bookmarkEnd w:id="111"/>
    </w:p>
    <w:p w:rsidR="00C36A3C" w:rsidRDefault="00C36A3C" w:rsidP="00500019"/>
    <w:p w:rsidR="00C36A3C" w:rsidRDefault="00C36A3C" w:rsidP="007B23A5">
      <w:r>
        <w:t>Each section can have its own header reference. To create a header use the function createHeader:</w:t>
      </w:r>
    </w:p>
    <w:p w:rsidR="00C36A3C" w:rsidRDefault="00C36A3C" w:rsidP="007B23A5"/>
    <w:p w:rsidR="00C36A3C" w:rsidRPr="00775E0D" w:rsidRDefault="00C36A3C" w:rsidP="00775E0D">
      <w:pPr>
        <w:pStyle w:val="PHP-Code"/>
      </w:pPr>
      <w:r>
        <w:t>$header = $section-&gt;</w:t>
      </w:r>
      <w:r w:rsidRPr="00775E0D">
        <w:t>create</w:t>
      </w:r>
      <w:r>
        <w:t>Header();</w:t>
      </w:r>
    </w:p>
    <w:p w:rsidR="00C36A3C" w:rsidRDefault="00C36A3C" w:rsidP="00775E0D">
      <w:pPr>
        <w:rPr>
          <w:b/>
          <w:bCs/>
        </w:rPr>
      </w:pPr>
    </w:p>
    <w:p w:rsidR="00C36A3C" w:rsidRDefault="00C36A3C" w:rsidP="00775E0D">
      <w:r w:rsidRPr="00775E0D">
        <w:rPr>
          <w:b/>
          <w:bCs/>
        </w:rPr>
        <w:t>Be sure to save the result of create</w:t>
      </w:r>
      <w:r>
        <w:rPr>
          <w:b/>
          <w:bCs/>
        </w:rPr>
        <w:t>Header</w:t>
      </w:r>
      <w:r w:rsidRPr="00775E0D">
        <w:rPr>
          <w:b/>
          <w:bCs/>
        </w:rPr>
        <w:t xml:space="preserve"> in a local objec</w:t>
      </w:r>
      <w:r>
        <w:rPr>
          <w:b/>
          <w:bCs/>
        </w:rPr>
        <w:t xml:space="preserve">t. </w:t>
      </w:r>
      <w:r w:rsidRPr="00775E0D">
        <w:t>On the header you can call the same functions that are available for the footer. See chapter Footer for more informations.</w:t>
      </w:r>
    </w:p>
    <w:p w:rsidR="00C36A3C" w:rsidRDefault="00C36A3C" w:rsidP="007B23A5"/>
    <w:p w:rsidR="00C36A3C" w:rsidRDefault="00C36A3C" w:rsidP="007B23A5">
      <w:r>
        <w:t>Only inside of the header reference you can add watermarks.</w:t>
      </w:r>
    </w:p>
    <w:p w:rsidR="00C36A3C" w:rsidRDefault="00C36A3C" w:rsidP="007B23A5"/>
    <w:p w:rsidR="00C36A3C" w:rsidRDefault="00C36A3C" w:rsidP="007B23A5"/>
    <w:p w:rsidR="00C36A3C" w:rsidRDefault="00C36A3C" w:rsidP="00FD7314">
      <w:pPr>
        <w:pStyle w:val="Heading1"/>
      </w:pPr>
      <w:bookmarkStart w:id="112" w:name="_Toc342676978"/>
      <w:r>
        <w:t>Templates</w:t>
      </w:r>
      <w:bookmarkEnd w:id="112"/>
    </w:p>
    <w:p w:rsidR="00C36A3C" w:rsidRDefault="00C36A3C" w:rsidP="00FD7314"/>
    <w:p w:rsidR="00C36A3C" w:rsidRDefault="00C36A3C" w:rsidP="00FD7314">
      <w:r>
        <w:t xml:space="preserve">You can create a docx template with included search-patterns that can be replaced by any value you wish. But be careful: </w:t>
      </w:r>
      <w:r w:rsidRPr="00FD7314">
        <w:rPr>
          <w:b/>
          <w:bCs/>
        </w:rPr>
        <w:t>Only single-line values can be replaced</w:t>
      </w:r>
      <w:r>
        <w:t>. To load a template file, use the loadTemplate function.</w:t>
      </w:r>
    </w:p>
    <w:p w:rsidR="00C36A3C" w:rsidRDefault="00C36A3C" w:rsidP="00FD7314"/>
    <w:tbl>
      <w:tblPr>
        <w:tblW w:w="79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4320"/>
      </w:tblGrid>
      <w:tr w:rsidR="00C36A3C">
        <w:tc>
          <w:tcPr>
            <w:tcW w:w="7926" w:type="dxa"/>
            <w:gridSpan w:val="3"/>
            <w:shd w:val="clear" w:color="auto" w:fill="3366FF"/>
          </w:tcPr>
          <w:p w:rsidR="00C36A3C" w:rsidRPr="00CF1CEE" w:rsidRDefault="00C36A3C" w:rsidP="00FD7314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loadTemplate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FD7314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FD7314">
            <w:r>
              <w:t>Type</w:t>
            </w:r>
          </w:p>
        </w:tc>
        <w:tc>
          <w:tcPr>
            <w:tcW w:w="4320" w:type="dxa"/>
            <w:shd w:val="clear" w:color="auto" w:fill="99CCFF"/>
          </w:tcPr>
          <w:p w:rsidR="00C36A3C" w:rsidRDefault="00C36A3C" w:rsidP="00FD7314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FD7314">
            <w:r w:rsidRPr="00081575">
              <w:t>$</w:t>
            </w:r>
            <w:r>
              <w:t>strFilename</w:t>
            </w:r>
          </w:p>
        </w:tc>
        <w:tc>
          <w:tcPr>
            <w:tcW w:w="1572" w:type="dxa"/>
          </w:tcPr>
          <w:p w:rsidR="00C36A3C" w:rsidRDefault="00C36A3C" w:rsidP="00FD7314">
            <w:r>
              <w:t>String</w:t>
            </w:r>
          </w:p>
        </w:tc>
        <w:tc>
          <w:tcPr>
            <w:tcW w:w="4320" w:type="dxa"/>
          </w:tcPr>
          <w:p w:rsidR="00C36A3C" w:rsidRDefault="00C36A3C" w:rsidP="00FD7314">
            <w:r>
              <w:t>Filename of the docx template file.</w:t>
            </w:r>
          </w:p>
        </w:tc>
      </w:tr>
    </w:tbl>
    <w:p w:rsidR="00C36A3C" w:rsidRDefault="00C36A3C" w:rsidP="00FD7314"/>
    <w:p w:rsidR="00C36A3C" w:rsidRDefault="00C36A3C" w:rsidP="00FD7314">
      <w:r>
        <w:t>After loading the docx template, you can use the setValue function to change the value of a search pattern:</w:t>
      </w:r>
    </w:p>
    <w:p w:rsidR="00C36A3C" w:rsidRDefault="00C36A3C" w:rsidP="00FD7314"/>
    <w:tbl>
      <w:tblPr>
        <w:tblW w:w="79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4"/>
        <w:gridCol w:w="1572"/>
        <w:gridCol w:w="4320"/>
      </w:tblGrid>
      <w:tr w:rsidR="00C36A3C">
        <w:tc>
          <w:tcPr>
            <w:tcW w:w="7926" w:type="dxa"/>
            <w:gridSpan w:val="3"/>
            <w:shd w:val="clear" w:color="auto" w:fill="3366FF"/>
          </w:tcPr>
          <w:p w:rsidR="00C36A3C" w:rsidRPr="00CF1CEE" w:rsidRDefault="00C36A3C" w:rsidP="00FD7314">
            <w:pPr>
              <w:ind w:right="1610"/>
              <w:rPr>
                <w:color w:val="FFFFFF"/>
              </w:rPr>
            </w:pPr>
            <w:r>
              <w:rPr>
                <w:color w:val="FFFFFF"/>
              </w:rPr>
              <w:t>setValue</w:t>
            </w:r>
            <w:r w:rsidRPr="00CF1CEE">
              <w:rPr>
                <w:color w:val="FFFFFF"/>
              </w:rPr>
              <w:t>()</w:t>
            </w:r>
          </w:p>
        </w:tc>
      </w:tr>
      <w:tr w:rsidR="00C36A3C">
        <w:tc>
          <w:tcPr>
            <w:tcW w:w="2034" w:type="dxa"/>
            <w:shd w:val="clear" w:color="auto" w:fill="99CCFF"/>
          </w:tcPr>
          <w:p w:rsidR="00C36A3C" w:rsidRDefault="00C36A3C" w:rsidP="00FD7314">
            <w:r>
              <w:t>Parameters</w:t>
            </w:r>
          </w:p>
        </w:tc>
        <w:tc>
          <w:tcPr>
            <w:tcW w:w="1572" w:type="dxa"/>
            <w:shd w:val="clear" w:color="auto" w:fill="99CCFF"/>
          </w:tcPr>
          <w:p w:rsidR="00C36A3C" w:rsidRDefault="00C36A3C" w:rsidP="00FD7314">
            <w:r>
              <w:t>Type</w:t>
            </w:r>
          </w:p>
        </w:tc>
        <w:tc>
          <w:tcPr>
            <w:tcW w:w="4320" w:type="dxa"/>
            <w:shd w:val="clear" w:color="auto" w:fill="99CCFF"/>
          </w:tcPr>
          <w:p w:rsidR="00C36A3C" w:rsidRDefault="00C36A3C" w:rsidP="00FD7314">
            <w:pPr>
              <w:ind w:right="1610"/>
            </w:pPr>
            <w:r>
              <w:t>Description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FD7314">
            <w:r w:rsidRPr="00081575">
              <w:t>$</w:t>
            </w:r>
            <w:r>
              <w:t>search</w:t>
            </w:r>
          </w:p>
        </w:tc>
        <w:tc>
          <w:tcPr>
            <w:tcW w:w="1572" w:type="dxa"/>
          </w:tcPr>
          <w:p w:rsidR="00C36A3C" w:rsidRDefault="00C36A3C" w:rsidP="00FD7314">
            <w:r>
              <w:t>Mixed</w:t>
            </w:r>
          </w:p>
        </w:tc>
        <w:tc>
          <w:tcPr>
            <w:tcW w:w="4320" w:type="dxa"/>
          </w:tcPr>
          <w:p w:rsidR="00C36A3C" w:rsidRDefault="00C36A3C" w:rsidP="00FD7314">
            <w:r>
              <w:t>Search value</w:t>
            </w:r>
          </w:p>
        </w:tc>
      </w:tr>
      <w:tr w:rsidR="00C36A3C">
        <w:tc>
          <w:tcPr>
            <w:tcW w:w="2034" w:type="dxa"/>
          </w:tcPr>
          <w:p w:rsidR="00C36A3C" w:rsidRPr="00081575" w:rsidRDefault="00C36A3C" w:rsidP="00FD7314">
            <w:r>
              <w:t>$replace</w:t>
            </w:r>
          </w:p>
        </w:tc>
        <w:tc>
          <w:tcPr>
            <w:tcW w:w="1572" w:type="dxa"/>
          </w:tcPr>
          <w:p w:rsidR="00C36A3C" w:rsidRDefault="00C36A3C" w:rsidP="00FD7314">
            <w:r>
              <w:t>Mixed</w:t>
            </w:r>
          </w:p>
        </w:tc>
        <w:tc>
          <w:tcPr>
            <w:tcW w:w="4320" w:type="dxa"/>
          </w:tcPr>
          <w:p w:rsidR="00C36A3C" w:rsidRDefault="00C36A3C" w:rsidP="00FD7314">
            <w:r>
              <w:t>Replace value</w:t>
            </w:r>
          </w:p>
        </w:tc>
      </w:tr>
    </w:tbl>
    <w:p w:rsidR="00C36A3C" w:rsidRDefault="00C36A3C" w:rsidP="00FD7314"/>
    <w:p w:rsidR="00C36A3C" w:rsidRDefault="00C36A3C" w:rsidP="00FD7314">
      <w:pPr>
        <w:pStyle w:val="PHP-Code"/>
      </w:pPr>
      <w:r>
        <w:t>$template = $PHPWord-&gt;loadTemplate('Template.docx');</w:t>
      </w:r>
    </w:p>
    <w:p w:rsidR="00C36A3C" w:rsidRDefault="00C36A3C" w:rsidP="00FD7314">
      <w:pPr>
        <w:pStyle w:val="PHP-Code"/>
      </w:pPr>
      <w:r>
        <w:t>$template-&gt;setValue('Name', 'Somebody someone');</w:t>
      </w:r>
    </w:p>
    <w:p w:rsidR="00C36A3C" w:rsidRDefault="00C36A3C" w:rsidP="00FD7314">
      <w:pPr>
        <w:pStyle w:val="PHP-Code"/>
      </w:pPr>
      <w:r>
        <w:t>$template-&gt;setValue('Street', 'Coming-Undone-Street 32');</w:t>
      </w:r>
    </w:p>
    <w:p w:rsidR="00C36A3C" w:rsidRPr="00FD7314" w:rsidRDefault="00C36A3C" w:rsidP="00FD7314"/>
    <w:p w:rsidR="00C36A3C" w:rsidRPr="00FD7314" w:rsidRDefault="00C36A3C" w:rsidP="00FD7314">
      <w:r>
        <w:t xml:space="preserve">The search-pattern spelling is: </w:t>
      </w:r>
      <w:r w:rsidRPr="00FD7314">
        <w:rPr>
          <w:b/>
          <w:bCs/>
        </w:rPr>
        <w:t>${YOUR_SEARCH_PATTERN}</w:t>
      </w:r>
    </w:p>
    <w:p w:rsidR="00C36A3C" w:rsidRDefault="00C36A3C" w:rsidP="00FD7314"/>
    <w:p w:rsidR="00C36A3C" w:rsidRPr="00FD7314" w:rsidRDefault="00C36A3C" w:rsidP="00FD7314">
      <w:r>
        <w:t xml:space="preserve">It is </w:t>
      </w:r>
      <w:r w:rsidRPr="00FD7314">
        <w:rPr>
          <w:b/>
          <w:bCs/>
        </w:rPr>
        <w:t>not possible</w:t>
      </w:r>
      <w:r>
        <w:t xml:space="preserve"> to add new PHPWord elements to a loaded template file.</w:t>
      </w:r>
    </w:p>
    <w:sectPr w:rsidR="00C36A3C" w:rsidRPr="00FD7314" w:rsidSect="00420860">
      <w:footerReference w:type="default" r:id="rId8"/>
      <w:pgSz w:w="11906" w:h="16838"/>
      <w:pgMar w:top="141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A3C" w:rsidRDefault="00C36A3C">
      <w:r>
        <w:separator/>
      </w:r>
    </w:p>
  </w:endnote>
  <w:endnote w:type="continuationSeparator" w:id="0">
    <w:p w:rsidR="00C36A3C" w:rsidRDefault="00C36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3C" w:rsidRDefault="00C36A3C" w:rsidP="00C8494C">
    <w:pPr>
      <w:pStyle w:val="Footer"/>
      <w:jc w:val="center"/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 PAGE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A3C" w:rsidRDefault="00C36A3C">
      <w:r>
        <w:separator/>
      </w:r>
    </w:p>
  </w:footnote>
  <w:footnote w:type="continuationSeparator" w:id="0">
    <w:p w:rsidR="00C36A3C" w:rsidRDefault="00C36A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82B"/>
    <w:multiLevelType w:val="hybridMultilevel"/>
    <w:tmpl w:val="06B6CF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37767"/>
    <w:multiLevelType w:val="hybridMultilevel"/>
    <w:tmpl w:val="180CEAE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F54787"/>
    <w:multiLevelType w:val="hybridMultilevel"/>
    <w:tmpl w:val="82883AD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A5202E"/>
    <w:multiLevelType w:val="hybridMultilevel"/>
    <w:tmpl w:val="9F0C3C0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2052B6"/>
    <w:multiLevelType w:val="hybridMultilevel"/>
    <w:tmpl w:val="B952335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673E9C"/>
    <w:multiLevelType w:val="hybridMultilevel"/>
    <w:tmpl w:val="30FA70F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85E"/>
    <w:rsid w:val="00010056"/>
    <w:rsid w:val="00024E7C"/>
    <w:rsid w:val="00040379"/>
    <w:rsid w:val="00044C64"/>
    <w:rsid w:val="00081212"/>
    <w:rsid w:val="00081575"/>
    <w:rsid w:val="000868C9"/>
    <w:rsid w:val="00094032"/>
    <w:rsid w:val="000A0F98"/>
    <w:rsid w:val="000D0BCA"/>
    <w:rsid w:val="001124A6"/>
    <w:rsid w:val="00142C74"/>
    <w:rsid w:val="00197A4D"/>
    <w:rsid w:val="001C04CF"/>
    <w:rsid w:val="001D515F"/>
    <w:rsid w:val="001D79DC"/>
    <w:rsid w:val="001F7A06"/>
    <w:rsid w:val="00200531"/>
    <w:rsid w:val="002074E9"/>
    <w:rsid w:val="00216C1E"/>
    <w:rsid w:val="0025168A"/>
    <w:rsid w:val="00256931"/>
    <w:rsid w:val="002645DF"/>
    <w:rsid w:val="00267845"/>
    <w:rsid w:val="00273354"/>
    <w:rsid w:val="002D0840"/>
    <w:rsid w:val="002D7289"/>
    <w:rsid w:val="00305103"/>
    <w:rsid w:val="0032419E"/>
    <w:rsid w:val="003373FD"/>
    <w:rsid w:val="0034349D"/>
    <w:rsid w:val="00365576"/>
    <w:rsid w:val="00383DAA"/>
    <w:rsid w:val="0038423A"/>
    <w:rsid w:val="00390009"/>
    <w:rsid w:val="003B27C9"/>
    <w:rsid w:val="003C223F"/>
    <w:rsid w:val="003C5C11"/>
    <w:rsid w:val="003C607D"/>
    <w:rsid w:val="003D5663"/>
    <w:rsid w:val="003E6356"/>
    <w:rsid w:val="00402017"/>
    <w:rsid w:val="00420860"/>
    <w:rsid w:val="00430E5A"/>
    <w:rsid w:val="0046498E"/>
    <w:rsid w:val="00474F80"/>
    <w:rsid w:val="004912DB"/>
    <w:rsid w:val="004B3AF9"/>
    <w:rsid w:val="004C7646"/>
    <w:rsid w:val="004D7C22"/>
    <w:rsid w:val="004F33CB"/>
    <w:rsid w:val="00500019"/>
    <w:rsid w:val="00517F40"/>
    <w:rsid w:val="00526654"/>
    <w:rsid w:val="00541D75"/>
    <w:rsid w:val="00546FFB"/>
    <w:rsid w:val="005553B0"/>
    <w:rsid w:val="00556269"/>
    <w:rsid w:val="00562FE1"/>
    <w:rsid w:val="00576B99"/>
    <w:rsid w:val="005826E0"/>
    <w:rsid w:val="005A3D3C"/>
    <w:rsid w:val="005B1665"/>
    <w:rsid w:val="005C1F30"/>
    <w:rsid w:val="005C4219"/>
    <w:rsid w:val="005D53CE"/>
    <w:rsid w:val="005F6CBC"/>
    <w:rsid w:val="006039BC"/>
    <w:rsid w:val="00604892"/>
    <w:rsid w:val="0060747C"/>
    <w:rsid w:val="0061304A"/>
    <w:rsid w:val="00622028"/>
    <w:rsid w:val="00636AA1"/>
    <w:rsid w:val="0065187A"/>
    <w:rsid w:val="006612F4"/>
    <w:rsid w:val="00681125"/>
    <w:rsid w:val="006947A2"/>
    <w:rsid w:val="006A013D"/>
    <w:rsid w:val="006B53A8"/>
    <w:rsid w:val="006D31ED"/>
    <w:rsid w:val="006D40C1"/>
    <w:rsid w:val="00710FBE"/>
    <w:rsid w:val="0071533D"/>
    <w:rsid w:val="00731267"/>
    <w:rsid w:val="007409FB"/>
    <w:rsid w:val="00741FAE"/>
    <w:rsid w:val="00775E0D"/>
    <w:rsid w:val="00785590"/>
    <w:rsid w:val="007A0321"/>
    <w:rsid w:val="007B23A5"/>
    <w:rsid w:val="007C1D1F"/>
    <w:rsid w:val="007D1938"/>
    <w:rsid w:val="008003F8"/>
    <w:rsid w:val="00825F1A"/>
    <w:rsid w:val="00837E2B"/>
    <w:rsid w:val="00857439"/>
    <w:rsid w:val="0087691C"/>
    <w:rsid w:val="008911C7"/>
    <w:rsid w:val="00895320"/>
    <w:rsid w:val="008B2C4B"/>
    <w:rsid w:val="008B78CA"/>
    <w:rsid w:val="008C4A43"/>
    <w:rsid w:val="008E3476"/>
    <w:rsid w:val="008E5264"/>
    <w:rsid w:val="008E6CA2"/>
    <w:rsid w:val="008F3BD1"/>
    <w:rsid w:val="0094263F"/>
    <w:rsid w:val="0095564A"/>
    <w:rsid w:val="00960D93"/>
    <w:rsid w:val="0096546B"/>
    <w:rsid w:val="00966536"/>
    <w:rsid w:val="0096745C"/>
    <w:rsid w:val="00973A05"/>
    <w:rsid w:val="009B485E"/>
    <w:rsid w:val="009D0D26"/>
    <w:rsid w:val="009E1669"/>
    <w:rsid w:val="00A206F7"/>
    <w:rsid w:val="00A224AE"/>
    <w:rsid w:val="00A47EB4"/>
    <w:rsid w:val="00A7577F"/>
    <w:rsid w:val="00A820E6"/>
    <w:rsid w:val="00A85305"/>
    <w:rsid w:val="00A9616B"/>
    <w:rsid w:val="00AA60D2"/>
    <w:rsid w:val="00AC1EE4"/>
    <w:rsid w:val="00AF5F15"/>
    <w:rsid w:val="00B21002"/>
    <w:rsid w:val="00B24DBE"/>
    <w:rsid w:val="00B25AED"/>
    <w:rsid w:val="00B272FA"/>
    <w:rsid w:val="00B30DE1"/>
    <w:rsid w:val="00B33E3F"/>
    <w:rsid w:val="00B43168"/>
    <w:rsid w:val="00B60760"/>
    <w:rsid w:val="00B64C54"/>
    <w:rsid w:val="00B91C17"/>
    <w:rsid w:val="00BB3502"/>
    <w:rsid w:val="00BD3226"/>
    <w:rsid w:val="00BD649C"/>
    <w:rsid w:val="00BE0695"/>
    <w:rsid w:val="00BF1A48"/>
    <w:rsid w:val="00C0070D"/>
    <w:rsid w:val="00C01F50"/>
    <w:rsid w:val="00C062B8"/>
    <w:rsid w:val="00C225E6"/>
    <w:rsid w:val="00C3040B"/>
    <w:rsid w:val="00C349E6"/>
    <w:rsid w:val="00C36A3C"/>
    <w:rsid w:val="00C42781"/>
    <w:rsid w:val="00C42941"/>
    <w:rsid w:val="00C46FFB"/>
    <w:rsid w:val="00C80263"/>
    <w:rsid w:val="00C8494C"/>
    <w:rsid w:val="00C8656E"/>
    <w:rsid w:val="00CD1946"/>
    <w:rsid w:val="00CD2565"/>
    <w:rsid w:val="00CF1CEE"/>
    <w:rsid w:val="00D15D51"/>
    <w:rsid w:val="00D300D9"/>
    <w:rsid w:val="00D70984"/>
    <w:rsid w:val="00D77962"/>
    <w:rsid w:val="00D9158F"/>
    <w:rsid w:val="00D930E1"/>
    <w:rsid w:val="00DA19F9"/>
    <w:rsid w:val="00DA4F3B"/>
    <w:rsid w:val="00DB77D2"/>
    <w:rsid w:val="00DC0A73"/>
    <w:rsid w:val="00DD613A"/>
    <w:rsid w:val="00E077F7"/>
    <w:rsid w:val="00E356FF"/>
    <w:rsid w:val="00E419AC"/>
    <w:rsid w:val="00E507B1"/>
    <w:rsid w:val="00E554C4"/>
    <w:rsid w:val="00E63CCB"/>
    <w:rsid w:val="00E97544"/>
    <w:rsid w:val="00EA1625"/>
    <w:rsid w:val="00EA1CDB"/>
    <w:rsid w:val="00EC4F2D"/>
    <w:rsid w:val="00EF0482"/>
    <w:rsid w:val="00EF6D9E"/>
    <w:rsid w:val="00F17FF9"/>
    <w:rsid w:val="00F337B9"/>
    <w:rsid w:val="00F435C1"/>
    <w:rsid w:val="00F77A35"/>
    <w:rsid w:val="00F80455"/>
    <w:rsid w:val="00F93E5C"/>
    <w:rsid w:val="00F94701"/>
    <w:rsid w:val="00FA38E2"/>
    <w:rsid w:val="00FB3A8E"/>
    <w:rsid w:val="00FB6599"/>
    <w:rsid w:val="00FC4E91"/>
    <w:rsid w:val="00FD40B4"/>
    <w:rsid w:val="00FD7314"/>
    <w:rsid w:val="00FE4B45"/>
    <w:rsid w:val="00FF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8"/>
        <w:lang w:val="en-GB" w:eastAsia="en-GB" w:bidi="bn-BD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85E"/>
    <w:rPr>
      <w:rFonts w:ascii="Calibri" w:hAnsi="Calibri" w:cs="Calibri"/>
      <w:sz w:val="24"/>
      <w:szCs w:val="24"/>
      <w:lang w:val="en-US" w:eastAsia="de-DE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485E"/>
    <w:pPr>
      <w:keepNext/>
      <w:outlineLvl w:val="0"/>
    </w:pPr>
    <w:rPr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485E"/>
    <w:pPr>
      <w:keepNext/>
      <w:outlineLvl w:val="1"/>
    </w:pPr>
    <w:rPr>
      <w:b/>
      <w:bCs/>
      <w:color w:val="80808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67845"/>
    <w:pPr>
      <w:keepNext/>
      <w:outlineLvl w:val="2"/>
    </w:pPr>
    <w:rPr>
      <w:b/>
      <w:bCs/>
      <w:color w:val="99999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54C4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54C4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74F80"/>
    <w:rPr>
      <w:rFonts w:ascii="Cambria" w:hAnsi="Cambria" w:cs="Cambria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99"/>
    <w:rsid w:val="003C5C11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P-Code">
    <w:name w:val="PHP-Code"/>
    <w:uiPriority w:val="99"/>
    <w:rsid w:val="00A47E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</w:pPr>
    <w:rPr>
      <w:rFonts w:ascii="Courier New" w:hAnsi="Courier New" w:cs="Courier New"/>
      <w:color w:val="000000"/>
      <w:sz w:val="20"/>
      <w:szCs w:val="20"/>
      <w:lang w:val="en-US" w:eastAsia="de-DE" w:bidi="ar-SA"/>
    </w:rPr>
  </w:style>
  <w:style w:type="paragraph" w:styleId="TOC2">
    <w:name w:val="toc 2"/>
    <w:basedOn w:val="Normal"/>
    <w:next w:val="Normal"/>
    <w:autoRedefine/>
    <w:uiPriority w:val="99"/>
    <w:semiHidden/>
    <w:rsid w:val="00267845"/>
    <w:pPr>
      <w:spacing w:after="60"/>
      <w:ind w:left="238"/>
    </w:pPr>
  </w:style>
  <w:style w:type="paragraph" w:styleId="TOC1">
    <w:name w:val="toc 1"/>
    <w:basedOn w:val="Normal"/>
    <w:next w:val="Normal"/>
    <w:autoRedefine/>
    <w:uiPriority w:val="99"/>
    <w:semiHidden/>
    <w:rsid w:val="00267845"/>
    <w:pPr>
      <w:tabs>
        <w:tab w:val="right" w:leader="dot" w:pos="9062"/>
      </w:tabs>
      <w:spacing w:after="60"/>
    </w:pPr>
    <w:rPr>
      <w:noProof/>
    </w:rPr>
  </w:style>
  <w:style w:type="character" w:styleId="Hyperlink">
    <w:name w:val="Hyperlink"/>
    <w:basedOn w:val="DefaultParagraphFont"/>
    <w:uiPriority w:val="99"/>
    <w:rsid w:val="00A47EB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849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5576"/>
    <w:rPr>
      <w:rFonts w:ascii="Calibri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C849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5576"/>
    <w:rPr>
      <w:rFonts w:ascii="Calibri" w:hAnsi="Calibri" w:cs="Calibri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8494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B6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5D51"/>
    <w:rPr>
      <w:rFonts w:cs="Times New Roman"/>
      <w:sz w:val="2"/>
      <w:szCs w:val="2"/>
      <w:lang w:val="en-US"/>
    </w:rPr>
  </w:style>
  <w:style w:type="paragraph" w:styleId="TOC3">
    <w:name w:val="toc 3"/>
    <w:basedOn w:val="Normal"/>
    <w:next w:val="Normal"/>
    <w:autoRedefine/>
    <w:uiPriority w:val="99"/>
    <w:semiHidden/>
    <w:locked/>
    <w:rsid w:val="00267845"/>
    <w:pPr>
      <w:spacing w:before="60"/>
      <w:ind w:left="48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19</Pages>
  <Words>3638</Words>
  <Characters>20743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Elements</dc:title>
  <dc:subject/>
  <dc:creator>raw-venture-ad</dc:creator>
  <cp:keywords/>
  <dc:description/>
  <cp:lastModifiedBy>Neil</cp:lastModifiedBy>
  <cp:revision>9</cp:revision>
  <cp:lastPrinted>2010-03-17T16:29:00Z</cp:lastPrinted>
  <dcterms:created xsi:type="dcterms:W3CDTF">2010-07-24T13:08:00Z</dcterms:created>
  <dcterms:modified xsi:type="dcterms:W3CDTF">2012-12-07T20:53:00Z</dcterms:modified>
</cp:coreProperties>
</file>